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63B36" w14:textId="77777777" w:rsidR="00840E8A" w:rsidRPr="00840E8A" w:rsidRDefault="00840E8A" w:rsidP="00840E8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40E8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SARS-CoV-2/human/USA/NJ-PHEL-V22008671/2022, complete genome</w:t>
      </w:r>
    </w:p>
    <w:p w14:paraId="589A4734" w14:textId="77777777" w:rsidR="00840E8A" w:rsidRPr="00840E8A" w:rsidRDefault="00840E8A" w:rsidP="00840E8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t>GenBank: OM720486.1</w:t>
      </w:r>
    </w:p>
    <w:p w14:paraId="31AA85C2" w14:textId="77777777" w:rsidR="00840E8A" w:rsidRPr="00840E8A" w:rsidRDefault="00840E8A" w:rsidP="00840E8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"https://www.ncbi.nlm.nih.gov/nuccore/OM720486.1?report=fasta" </w:instrText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0E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"https://www.ncbi.nlm.nih.gov/nuccore/OM720486.1?report=graph" </w:instrText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0E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20486.1"/>
    <w:bookmarkEnd w:id="1"/>
    <w:p w14:paraId="75DA4495" w14:textId="77777777" w:rsidR="00840E8A" w:rsidRPr="00840E8A" w:rsidRDefault="00840E8A" w:rsidP="00840E8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"https://www.ncbi.nlm.nih.gov/nuccore/OM720486.1" \l "goto2194926541_0" </w:instrText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0E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40E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185F1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LOCUS       OM720486               29678 bp    RNA     linear   VRL 16-FEB-2022</w:t>
      </w:r>
    </w:p>
    <w:p w14:paraId="1A909DF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907F9B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SARS-CoV-2/human/USA/NJ-PHEL-V22008671/2022, complete genome.</w:t>
      </w:r>
    </w:p>
    <w:p w14:paraId="0203F98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ACCESSION   OM720486</w:t>
      </w:r>
    </w:p>
    <w:p w14:paraId="6D87DF1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VERSION     OM720486.1</w:t>
      </w:r>
    </w:p>
    <w:p w14:paraId="10877B8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"https://www.ncbi.nlm.nih.gov/bioproject/PRJNA708324"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PRJNA708324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9A138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"https://www.ncbi.nlm.nih.gov/biosample/SAMN25998066"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SAMN25998066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EAF7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61A80B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C821B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C1C59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5C60B7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9B2DDB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DF0E7F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29678)</w:t>
      </w:r>
    </w:p>
    <w:p w14:paraId="0DFF957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Bodnar,L., Verma,S.K., Filippo,C.S., Ali,M., Pugliese,M.-M.,</w:t>
      </w:r>
    </w:p>
    <w:p w14:paraId="2115F2E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Woell,D. and Jeong,B.S.</w:t>
      </w:r>
    </w:p>
    <w:p w14:paraId="6214B81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FE68C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(16-FEB-2022) PHEL- Virology, NJDOH PHEL-Virology's</w:t>
      </w:r>
    </w:p>
    <w:p w14:paraId="5A9C0A3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shared submissions, 3 Schwarzkopf Dr., Ewing, NJ 08628, USA</w:t>
      </w:r>
    </w:p>
    <w:p w14:paraId="2F419DF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20486.1"/>
      <w:bookmarkEnd w:id="2"/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356552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via Artic v. 1.2.1</w:t>
      </w:r>
    </w:p>
    <w:p w14:paraId="220E01D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 Technologies</w:t>
      </w:r>
    </w:p>
    <w:p w14:paraId="0E68E62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95137B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20486.1"/>
      <w:bookmarkEnd w:id="3"/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BD4068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1..29678</w:t>
      </w:r>
    </w:p>
    <w:p w14:paraId="400B641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00B10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389E7A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C87B79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/isolate="SARS-CoV-2/human/USA/NJ-PHEL-V22008671/2022"</w:t>
      </w:r>
    </w:p>
    <w:p w14:paraId="6D9C281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1ABA4E8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8633AA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CD051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147F0E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3FF0DF2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"https://www.ncbi.nlm.nih.gov/nuccore/OM720486.1?from=212&amp;to=21483"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212..21483</w:t>
      </w:r>
    </w:p>
    <w:p w14:paraId="16AE895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83C5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"https://www.ncbi.nlm.nih.gov/nuccore/OM720486.1?location=212:13396,13396:21483"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join(212..13396,13396..21483)</w:t>
      </w:r>
    </w:p>
    <w:p w14:paraId="42902FC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67C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265061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A764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BA87D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"https://www.ncbi.nlm.nih.gov/protein/2194926542"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ULD47571.1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ACC4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7B930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65C4B8E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46F660D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74EDF9A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688FB5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6C29C8B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1A052A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532C44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643FE59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025870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15D38A3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6F6B52F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035A30B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360C6AE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ALAPNMMVTNNTFTLKGGAPTKVTFGDDTVIEVQGYKSVNITFELDERIDKVLNERCS</w:t>
      </w:r>
    </w:p>
    <w:p w14:paraId="156DC1C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2EB019C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34D8E3D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7FAAA4E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5085D37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390D6A7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52BB58D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784AF2C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PDSATLVSDIDITFLKKDAPYIVGDVVQEGVLTAVVIPTKKAGGTTEMLAKALRKVPT</w:t>
      </w:r>
    </w:p>
    <w:p w14:paraId="6E4FFC7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0D94D14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212D29E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5CAD0A4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756F7E8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5156319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72B8AC2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31B0D5D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68078CC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CTCGKQATKYLVQQESPFVMMSAPPAQYELKHGTFTCASEYTGNYQCGHYKHITSKET</w:t>
      </w:r>
    </w:p>
    <w:p w14:paraId="04B00CE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70EAC6C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79D81B6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72A116B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28F1368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LKPANNIKITEEVGHTDLMAAYVDNSSLTIKKPNELSRVLGLKTLATHGLAAVNSVPW</w:t>
      </w:r>
    </w:p>
    <w:p w14:paraId="48C5E75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6B487F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574665C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42BB980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31C40D6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4941E4A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7FECDC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3CD945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764B92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4C2D99D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SHQSDIEVTGDSCNNYMLTYNKVENMTPRDLGACIDCSARHINAQVAKSHNITLIWNV</w:t>
      </w:r>
    </w:p>
    <w:p w14:paraId="0C73A6A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4BCCE41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0E57A35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53214D8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3FA79AC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1BEA2F6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LNNDYYRSLPGVFCGVDAVNLLTNMFTPLIQPIGALDISASIVAGGIVAIVVTCLAYY</w:t>
      </w:r>
    </w:p>
    <w:p w14:paraId="0229F5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FMRFRRAFGEYSHVVAFNTLLFLMSFTVLCLTPVYSFLPGVYSVIYLYLTFYLTNDVS</w:t>
      </w:r>
    </w:p>
    <w:p w14:paraId="1EB2D99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4E515B6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LCTFLLNKEMYLKLRSDVLLPLTQYNRYLALYNKYKYFSGAMDTTSYREAACCHLAKA</w:t>
      </w:r>
    </w:p>
    <w:p w14:paraId="222D6DF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43DF8E5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726581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3B25945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2BB8B83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6880751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2319D6E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3155BE3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LATVAYFNMVYMPASWVMRIMTWLDMVDTSFKLKDCVMYASAVVLLILMTARTVYDDG</w:t>
      </w:r>
    </w:p>
    <w:p w14:paraId="4170536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ARRVWTLMNVLTLVYKVYYGNALDQAISMWALIISVTSNYSGVVTTVMFLARGVVFMC</w:t>
      </w:r>
    </w:p>
    <w:p w14:paraId="0D3D3C9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014A24F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1479668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105F55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NRATLQAIASEFSSLPSYAAFATAQEAYEQAVANGDSEVVLKKLKKSLNVAKSEFDRD</w:t>
      </w:r>
    </w:p>
    <w:p w14:paraId="346CBD5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4AA84C1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357D021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17C6E1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43BAA3D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YLYFIKGLNNLNRGMVLGSLAATVRLQAGNATEVPANSTVLSFCAFAVDAAKAYKDYL</w:t>
      </w:r>
    </w:p>
    <w:p w14:paraId="6A2B628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1D702B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73388F1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NRVCGVSAARLTPCGTGTSTDVVYRAFDIYNDKVAGFAKFLKTNCCRFQEKDEDDNLI</w:t>
      </w:r>
    </w:p>
    <w:p w14:paraId="5BD658D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DSYFVVKRHTFSNYQHEETIYNLLKDCPAVAKHDFFKFRIDGDMVPHISRQRLTKYTM</w:t>
      </w:r>
    </w:p>
    <w:p w14:paraId="491A46A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ADLVYALRHFDEGNCDTLKEILVTYNCCDDDYFNKKDWYDFVENPDILRVYANLGERV</w:t>
      </w:r>
    </w:p>
    <w:p w14:paraId="10166B9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RQALLKTVQFCDAMRNAGIVGVLTLDNQDLNGNWYDFGDFIQTTPGSGVPVVDSYYSL</w:t>
      </w:r>
    </w:p>
    <w:p w14:paraId="472B16D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LMPILTLTRALTAESHVDTDLTKPYIKWDLLKYDFTEERLKLFDRYFKYWDQTYHPNC</w:t>
      </w:r>
    </w:p>
    <w:p w14:paraId="5B170CE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VNCLDDRCILHCANFNVLFSTVFPLTSFGPLVRKIFVDGVPFVVSTGYHFRELGVVHN</w:t>
      </w:r>
    </w:p>
    <w:p w14:paraId="1E5767A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QDVNLHSSRLSFKELLVYAADPAMHAASGNLLLDKRTTCFSVAALTNNVAFQTVKPGN</w:t>
      </w:r>
    </w:p>
    <w:p w14:paraId="1A30CBD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FNKDFYDFAVSKGFFKEGSSVELKHFFFAQDGNAAISDYDYYRYNLPTMCDIRQLLFV</w:t>
      </w:r>
    </w:p>
    <w:p w14:paraId="5D098E5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VEVVDKYFDCYDGGCINANQVIVNNLDKSAGFPFNKWGKARLYYDSMSYEDQDALFAY</w:t>
      </w:r>
    </w:p>
    <w:p w14:paraId="52A75EA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TKRNVIPTITQMNLKYAISAKNRARTVAGVSICSTMTNRQFHQKLLKSIAATRGATVV</w:t>
      </w:r>
    </w:p>
    <w:p w14:paraId="79E6F0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IGTSKFYGGWHNMLKTVYSDVENPHLMGWDYPKCDRAMPNMLRIMASLVLARKHTTCC</w:t>
      </w:r>
    </w:p>
    <w:p w14:paraId="2BA460E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SLSHRFYRLANECAQVLSEMVMCGGSLYVKPGGTSSGDATTAYANSVFNICQAVTANV</w:t>
      </w:r>
    </w:p>
    <w:p w14:paraId="5C2707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NALLSTDGNKIADKYVRNLQHRLYECLYRNRDVDTDFVNEFYAYLRKHFSMMILSDDA</w:t>
      </w:r>
    </w:p>
    <w:p w14:paraId="6047D08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VVCFNSTYASQGLVASIKNFKSVLYYQNNVFMSEAKCWTETDLTKGPHEFCSQHTMLV</w:t>
      </w:r>
    </w:p>
    <w:p w14:paraId="3E17965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KQGDDYVYLPYPDPSRILGAGCFVDDIVKTDGTLMIERFVSLAIDAYPLTKHPNQEYA</w:t>
      </w:r>
    </w:p>
    <w:p w14:paraId="29EF9CD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DVFHLYLQYIRKLHDELTGHMLDMYSVMLTNDNTSRYWEPEFYEAMYTPHTVLQAVGA</w:t>
      </w:r>
    </w:p>
    <w:p w14:paraId="68619D8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CVLCNSQTSLRCGACIRRPFLCCKCCYDHVISTSHKLVLSVNPYVCNAPGCDVTDVTQ</w:t>
      </w:r>
    </w:p>
    <w:p w14:paraId="03E53CA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LYLGGMSYYCKSHKPPISFPLCANGQVFGLYKNTCVGSDNVTDFNAIATCDWTNAGDY</w:t>
      </w:r>
    </w:p>
    <w:p w14:paraId="0C55A3A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ILANTCTERLKLFAAETLKATEETFKLSYGIATVREVLSDRELHLSWEVGKPRPPLNR</w:t>
      </w:r>
    </w:p>
    <w:p w14:paraId="4C72DE6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NYVFTGYRVTKNSKVQIGEYTFEKGDYGDAVVYRGTTTYKLNVGDYFVLTSHTVMPLS</w:t>
      </w:r>
    </w:p>
    <w:p w14:paraId="6DCA245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APTLVPQEHYVRITGLYPTLNISDEFSSNVANYQKVGMQKYSTLQGPPGTGKSHFAIG</w:t>
      </w:r>
    </w:p>
    <w:p w14:paraId="7EE166D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LALYYPSARIVYTACSHAAVDALCEKALKYLPIDKCSRIIPARARVECFDKFKVNSTL</w:t>
      </w:r>
    </w:p>
    <w:p w14:paraId="283401E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EQYVFCTVNALPETTADIVVFDEISMATNYDLSVVNARLRAKHYVYIGDPAQLPAPRT</w:t>
      </w:r>
    </w:p>
    <w:p w14:paraId="6E3AD29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LLTKGTLEPEYFNSVCRLMKTIGPDMFLGTCRRCPAEIVDTVSALVYDNKLKAHKDKS</w:t>
      </w:r>
    </w:p>
    <w:p w14:paraId="61AEB1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AQCFKMFYKGVITHDVSSAINRPQIGVVREFLTRNPAWRKAVFISPYNSQNAVASKIL</w:t>
      </w:r>
    </w:p>
    <w:p w14:paraId="05EF38E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GLPTQTVDSSQGSEYDYVIFTQTTETAHSCNVNRFNVAITRAKVGILCIMSDRDLYDK</w:t>
      </w:r>
    </w:p>
    <w:p w14:paraId="4567221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LQFTSLEIPRRNVATLQAENVTGLFKDCSKVITGLHPTQAPTHLSVDTKFKTEGLCVD</w:t>
      </w:r>
    </w:p>
    <w:p w14:paraId="2094290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VPGIPKDMTYRRLISMMGFKMNYQVNGYPNMFITREEAIRHVRAWIGFDVEGCHATRE</w:t>
      </w:r>
    </w:p>
    <w:p w14:paraId="6EF67C0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AVGTNLPLQLGFSTGVNLVAVPTGYVDTPNNTDFSRVSAKPPPGDQFKHLIPLMYKGL</w:t>
      </w:r>
    </w:p>
    <w:p w14:paraId="010129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PWNVVRIKIVQMLSDTLKNLSDRVVFVLWAHGFELTSMKYFVKIGPERTCCLCDRRAT</w:t>
      </w:r>
    </w:p>
    <w:p w14:paraId="24978CA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CFSTASDTYACWHHSIGFDYVYNPFMIDVQQWGFTGNLQSNHDLYCQVHGNAHVASCD</w:t>
      </w:r>
    </w:p>
    <w:p w14:paraId="64FCDDA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AIMTRCLAVHECFVKRVDWTIEYPIIGDELKINAACRKVQHMVVKAALLADKFPVLHD</w:t>
      </w:r>
    </w:p>
    <w:p w14:paraId="53D0515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IGNPKAIKCVPQADVEWKFYDAQPCSDKAYKIEELFYSYATHSDKFTDGVCLFWNCNV</w:t>
      </w:r>
    </w:p>
    <w:p w14:paraId="79CCFD3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DRYPANSIVCRFDTRVLSNLNLPGCDGGSLYVNKHAFHTPAFDKSAFVNLKQLPFFYY</w:t>
      </w:r>
    </w:p>
    <w:p w14:paraId="481A66C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SDSPCESHGKQVVSDIDYVPLKSATCITRCNLGGAVCRHHANEYRLYLDAYNMMISAG</w:t>
      </w:r>
    </w:p>
    <w:p w14:paraId="37E553E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FSLWVYKQFDTYNLWNTFTRLQSLENVAFNVVNKGHFDGQQGEVPVSIINNTVYTKVD</w:t>
      </w:r>
    </w:p>
    <w:p w14:paraId="73D1AC6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GVDVELFENKTTLPVNVAFELWAKRNIKPVPEVKILNNLGVDIAANTVIWDYKRDAPA</w:t>
      </w:r>
    </w:p>
    <w:p w14:paraId="4DD098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HISTIGVCSMTDIAKKPTETICAPLTVFFDGRVDGQVDLFRNARNGVLITEGSVKGLQ</w:t>
      </w:r>
    </w:p>
    <w:p w14:paraId="567F19C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PSVGPKQASLNGVTLIGEAVKTQFNYYKKVDGVVQQLPETYFTQSRNLQEFKPRSQME</w:t>
      </w:r>
    </w:p>
    <w:p w14:paraId="650C4F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IDFLELAMDEFIERYKLEGYAFEHIVYGDFSHSQLGGLHLLIGLAKRFKESPFELEDF</w:t>
      </w:r>
    </w:p>
    <w:p w14:paraId="24402BF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IPMDSTVKNYFITDAQTGSSKCVCSVIDLLLDDFVEIIKSQDLSVVSKVVKVTIDYTE</w:t>
      </w:r>
    </w:p>
    <w:p w14:paraId="4CE4531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ISFMLWCKDGHVETFYPKLQSSQAWQPGVAMPNLYKMQRMLLEKCDLQNYGDSATLPK</w:t>
      </w:r>
    </w:p>
    <w:p w14:paraId="6E546C7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GIMMNVAKYTQLCQYLNTLTLAVPYNMRVIHFGAGSDKGVAPGTAVLRQWLPTGTLLV</w:t>
      </w:r>
    </w:p>
    <w:p w14:paraId="37D162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DSDLNDFVSDADSTLIGDCATVHTANKWDLIISDMYDPKTKNVTKENDSKEGFFTYIC</w:t>
      </w:r>
    </w:p>
    <w:p w14:paraId="76BBAEF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GFIQQKLALGGSVAIKITEHSWNADLYKLMGHFAWWTAFVTNVNASSSEAFLIGCNYL</w:t>
      </w:r>
    </w:p>
    <w:p w14:paraId="1934595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GKPREQIDGYVMHANYIFWRNTNPIQLSSYSLFDMSKFPLKLRGTAVMSLKEGQINDM</w:t>
      </w:r>
    </w:p>
    <w:p w14:paraId="0853C17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ILSLLSKGRLIIRENNRVVISSDVLVNN"</w:t>
      </w:r>
    </w:p>
    <w:p w14:paraId="10318C7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"https://www.ncbi.nlm.nih.gov/protein/ULD47571.1?from=1&amp;to=178"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212..745</w:t>
      </w:r>
    </w:p>
    <w:p w14:paraId="57E62E0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FE3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544BC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"https://www.ncbi.nlm.nih.gov/protein/ULD47571.1?from=179&amp;to=816"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746..2659</w:t>
      </w:r>
    </w:p>
    <w:p w14:paraId="21ECE71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B361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40752D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"https://www.ncbi.nlm.nih.gov/protein/ULD47571.1?from=817&amp;to=2760"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2660..8491</w:t>
      </w:r>
    </w:p>
    <w:p w14:paraId="0802FD2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B7316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EE89D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"https://www.ncbi.nlm.nih.gov/protein/ULD47571.1?from=2761&amp;to=3260"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8492..9991</w:t>
      </w:r>
    </w:p>
    <w:p w14:paraId="4D2AE61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C9797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4588C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"https://www.ncbi.nlm.nih.gov/protein/ULD47571.1?from=3261&amp;to=3566"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9992..10909</w:t>
      </w:r>
    </w:p>
    <w:p w14:paraId="6B9DC74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32FD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7DEE7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"https://www.ncbi.nlm.nih.gov/protein/ULD47571.1?from=3567&amp;to=3853"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10910..11770</w:t>
      </w:r>
    </w:p>
    <w:p w14:paraId="6431418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B1E1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FAF7BC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"https://www.ncbi.nlm.nih.gov/protein/ULD47571.1?from=3854&amp;to=3936"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11771..12019</w:t>
      </w:r>
    </w:p>
    <w:p w14:paraId="1A2D60E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EC752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57728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"https://www.ncbi.nlm.nih.gov/protein/ULD47571.1?from=3937&amp;to=4134"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12020..12613</w:t>
      </w:r>
    </w:p>
    <w:p w14:paraId="38D237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B0D6B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22A769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"https://www.ncbi.nlm.nih.gov/protein/ULD47571.1?from=4135&amp;to=4247"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12614..12952</w:t>
      </w:r>
    </w:p>
    <w:p w14:paraId="12142A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5468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18F266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"https://www.ncbi.nlm.nih.gov/protein/ULD47571.1?from=4248&amp;to=4386"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12953..13369</w:t>
      </w:r>
    </w:p>
    <w:p w14:paraId="0BC1C95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6BD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A6BFC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"https://www.ncbi.nlm.nih.gov/protein/ULD47571.1?from=4387&amp;to=5318"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join(13370..13396,13396..16164)</w:t>
      </w:r>
    </w:p>
    <w:p w14:paraId="4E18F1D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0395A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A9231B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"https://www.ncbi.nlm.nih.gov/protein/ULD47571.1?from=5319&amp;to=5919"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16165..17967</w:t>
      </w:r>
    </w:p>
    <w:p w14:paraId="358A1C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E81120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89DCA6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"https://www.ncbi.nlm.nih.gov/protein/ULD47571.1?from=5920&amp;to=6446"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17968..19548</w:t>
      </w:r>
    </w:p>
    <w:p w14:paraId="286975F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EEA8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2D7410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"https://www.ncbi.nlm.nih.gov/protein/ULD47571.1?from=6447&amp;to=6792"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19549..20586</w:t>
      </w:r>
    </w:p>
    <w:p w14:paraId="06E6DEF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3BA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40C85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"https://www.ncbi.nlm.nih.gov/protein/ULD47571.1?from=6793&amp;to=7090"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20587..21480</w:t>
      </w:r>
    </w:p>
    <w:p w14:paraId="2F5F344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60C9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FFEEE6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"https://www.ncbi.nlm.nih.gov/nuccore/OM720486.1?from=212&amp;to=13411"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212..13411</w:t>
      </w:r>
    </w:p>
    <w:p w14:paraId="020CB99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37A2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61020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696CF7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ULD47572.1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289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8E9CA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1A1C783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GVLVPHVGEIPVAYRKVLLRKNGNKGAGGHSYGADLKSFDLGDELGTDPYEDFQENWN</w:t>
      </w:r>
    </w:p>
    <w:p w14:paraId="513C2BF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0C6EC09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0FDEA33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6B2755D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5F14ADB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3758F7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6B0EA3C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2BADF8D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4C30FB9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0E30D0B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01C47FF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6A6DB4A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ALAPNMMVTNNTFTLKGGAPTKVTFGDDTVIEVQGYKSVNITFELDERIDKVLNERCS</w:t>
      </w:r>
    </w:p>
    <w:p w14:paraId="0DB8D5B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AYTVELGTEVNEFACVVADAVIKTLQPVSELLTPLGIDLDEWSMATYYLFDESGEFKL</w:t>
      </w:r>
    </w:p>
    <w:p w14:paraId="06EBDD4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2194695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559A478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1AB7223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7EA7A0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7FBE40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40BF6E9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PDSATLVSDIDITFLKKDAPYIVGDVVQEGVLTAVVIPTKKAGGTTEMLAKALRKVPT</w:t>
      </w:r>
    </w:p>
    <w:p w14:paraId="0B034D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18C431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399BD84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2AC614D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PEEHFIETISLAGSYKDWSYSGQSTQLGIEFLKRGDKSVYYTSNPTTFHLDGEVITFD</w:t>
      </w:r>
    </w:p>
    <w:p w14:paraId="0C1A09D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5DF779F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7A0F70F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3D6DAB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3352185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6F7DB51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44996FF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4D689E7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PDLNGDVVAIDYKHYTPSFKKGAKLLHKPIVWHVNNATNKATYKPNTWCIRCLWSTKP</w:t>
      </w:r>
    </w:p>
    <w:p w14:paraId="4193DEE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60DAE2B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LKPANNIKITEEVGHTDLMAAYVDNSSLTIKKPNELSRVLGLKTLATHGLAAVNSVPW</w:t>
      </w:r>
    </w:p>
    <w:p w14:paraId="4838530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DTIANYAKPFLNKVVSTTTNIVTRCLNRVCTNYMPYFFTLLLQLCTFTRSTNSRIKAS</w:t>
      </w:r>
    </w:p>
    <w:p w14:paraId="33D7325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MPTTIAKNTVKSVGKFCLEASFNYLKSPNFSKLINIIIWFLLLSVCLGSLIYSTAALG</w:t>
      </w:r>
    </w:p>
    <w:p w14:paraId="61B3809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VLMSNLGMPSYCTGYREGYLNSTNVTIATYCTGSIPCSVCLSGLDSLDTYPSLETIQI</w:t>
      </w:r>
    </w:p>
    <w:p w14:paraId="3E59B95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TISSFKWDLTAFGLVAEWFLAYILFTRFFYVLGLAAIMQLFFSYFAVHFISNSWLMWL</w:t>
      </w:r>
    </w:p>
    <w:p w14:paraId="1327075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IINLVQMAPISAMVRMYIFFASFYYVWKSYVHVVDGCNSSTCMMCYKRNRATRVECTT</w:t>
      </w:r>
    </w:p>
    <w:p w14:paraId="5B5116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IVNGVRRSFYVYANGGKGFCKLHNWNCVNCDTFCAGSTFISDEVARDLSLQFKRPINP</w:t>
      </w:r>
    </w:p>
    <w:p w14:paraId="50D834E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TDQSSYIVDSVTVKNGSIHLYFDKAGQKTYERHSLSHFVNLDNLRANNTKGSLPINVI</w:t>
      </w:r>
    </w:p>
    <w:p w14:paraId="1172D2B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VFDGKSKCEESSAKSASVYYSQLMCQPILLLDQALVSDVGDSAEVAVKMFDAYVNTFS</w:t>
      </w:r>
    </w:p>
    <w:p w14:paraId="7D0BA5C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STFNVPMEKLKTLVATAEAELAKNVSLDNVLSTFISAARQGFVDSDVETKDVVECLKL</w:t>
      </w:r>
    </w:p>
    <w:p w14:paraId="42E3AC9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SHQSDIEVTGDSCNNYMLTYNKVENMTPRDLGACIDCSARHINAQVAKSHNITLIWNV</w:t>
      </w:r>
    </w:p>
    <w:p w14:paraId="3360187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KDFMSLSEQLRKQIRSAAKKNNLPFKLTCATTRQVVNVVTTKIALKGGKIVNNWLKQL</w:t>
      </w:r>
    </w:p>
    <w:p w14:paraId="08971BE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IKVTLVFLFVAAIFYLITPVHVMSKHTDFSSEIIGYKAIDGGVTRDIASTDTCFANKH</w:t>
      </w:r>
    </w:p>
    <w:p w14:paraId="2816D0E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ADFDTWFSQRGGSYTNDKACPLIAAVITREVGFVVPGLPGTILRTTNGDFLHFLPRVF</w:t>
      </w:r>
    </w:p>
    <w:p w14:paraId="0E59E3A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SAVGNICYTPSKLIEYTDFATSACVLAAECTIFKDASGKPVPYCYDTNVLEGSVAYES</w:t>
      </w:r>
    </w:p>
    <w:p w14:paraId="2980139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LRPDTRYVLMDGSIIQFPNTYLEGSVRVVTTFDSEYCRHGTCERSEAGVCVSTSGRWV</w:t>
      </w:r>
    </w:p>
    <w:p w14:paraId="317BE34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LNNDYYRSLPGVFCGVDAVNLLTNMFTPLIQPIGALDISASIVAGGIVAIVVTCLAYY</w:t>
      </w:r>
    </w:p>
    <w:p w14:paraId="78CB758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FMRFRRAFGEYSHVVAFNTLLFLMSFTVLCLTPVYSFLPGVYSVIYLYLTFYLTNDVS</w:t>
      </w:r>
    </w:p>
    <w:p w14:paraId="3067DE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FLAHIQWMVMFTPLVPFWITIAYIICISTKHFYWFFSNYLKRRVVFNGVSFSTFEEAA</w:t>
      </w:r>
    </w:p>
    <w:p w14:paraId="1BBFAE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LCTFLLNKEMYLKLRSDVLLPLTQYNRYLALYNKYKYFSGAMDTTSYREAACCHLAKA</w:t>
      </w:r>
    </w:p>
    <w:p w14:paraId="23892F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LNDFSNSGSDVLYQPPQISITSAVLQSGFRKMAFPSGKVEGCMVQVTCGTTTLNGLWL</w:t>
      </w:r>
    </w:p>
    <w:p w14:paraId="60E70B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DDVVYCPRHVICTSEDMLNPNYEDLLIRKSNHNFLVQAGNVQLRVIGHSMQNCVLKLK</w:t>
      </w:r>
    </w:p>
    <w:p w14:paraId="1AAD8E7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VDTANPKTPKYKFVRIQPGQTFSVLACYNGSPSGVYQCAMRHNFTIKGSFLNGSCGSV</w:t>
      </w:r>
    </w:p>
    <w:p w14:paraId="0F3F447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GFNIDYDCVSFCYMHHMELPTGVHAGTDLEGNFYGPFVDRQTAQAAGTDTTITVNVLA</w:t>
      </w:r>
    </w:p>
    <w:p w14:paraId="0932964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WLYAAVINGDRWFLNRFTTTLNDFNLVAMKYNYEPLTQDHVDILGPLSAQTGIAVLDM</w:t>
      </w:r>
    </w:p>
    <w:p w14:paraId="74BAC2E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CASLKELLQNGMNGRTILGSALLEDEFTPFDVVRQCSGVTFQSAVKRTIKGTHHWLLL</w:t>
      </w:r>
    </w:p>
    <w:p w14:paraId="3BD3235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TILTSLLVLVQSTQWSLFFFLYENAFLPFAMGIIAMSAFAMMFVKHKHAFLCLFLLPS</w:t>
      </w:r>
    </w:p>
    <w:p w14:paraId="2DFF357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LATVAYFNMVYMPASWVMRIMTWLDMVDTSFKLKDCVMYASAVVLLILMTARTVYDDG</w:t>
      </w:r>
    </w:p>
    <w:p w14:paraId="32B2076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ARRVWTLMNVLTLVYKVYYGNALDQAISMWALIISVTSNYSGVVTTVMFLARGVVFMC</w:t>
      </w:r>
    </w:p>
    <w:p w14:paraId="72D365C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VEYCPIFFITGNTLQCIMLVYCFLGYFCTCYFGLFCLLNRYFRLTLGVYDYLVSTQEF</w:t>
      </w:r>
    </w:p>
    <w:p w14:paraId="32F3FE8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RYMNSQGLLPPKNSIDAFKLNIKLLGVGGKPCIKVATVQSKMSDVKCTSVVLLSVLQQ</w:t>
      </w:r>
    </w:p>
    <w:p w14:paraId="5577365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LRVESSSKLWAQCVQLHNDILLAKDTTEAFEKMVSLLSVLLSMQGAVDINKLCEEMLD</w:t>
      </w:r>
    </w:p>
    <w:p w14:paraId="596D5AA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NRATLQAIASEFSSLPSYAAFATAQEAYEQAVANGDSEVVLKKLKKSLNVAKSEFDRD</w:t>
      </w:r>
    </w:p>
    <w:p w14:paraId="533BED2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AAMQRKLEKMADQAMTQMYKQARSEDKRAKVTSAMQTMLFTMLRKLDNDALNNIINNA</w:t>
      </w:r>
    </w:p>
    <w:p w14:paraId="3D067A6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RDGCVPLNIIPLTTAAKLMVVIPDYNTYKNTCDGTTFTYASALWEIQQVVDADSKIVQ</w:t>
      </w:r>
    </w:p>
    <w:p w14:paraId="3C930EA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LSEISMDNSPNLAWPLIVTALRANSAVKLQNNELSPVALRQMSCAAGTTQTACTDDNA</w:t>
      </w:r>
    </w:p>
    <w:p w14:paraId="70A5BD7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LAYYNTTKGGRFVLALLSDLQDLKWARFPKSDGTGTIYTELEPPCRFVTDTPKGPKVK</w:t>
      </w:r>
    </w:p>
    <w:p w14:paraId="21632D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YLYFIKGLNNLNRGMVLGSLAATVRLQAGNATEVPANSTVLSFCAFAVDAAKAYKDYL</w:t>
      </w:r>
    </w:p>
    <w:p w14:paraId="74CE4C3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ASGGQPITNCVKMLCTHTGTGQAITVTPEANMDQESFGGASCCLYCRCHIDHPNPKGF</w:t>
      </w:r>
    </w:p>
    <w:p w14:paraId="294F11B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CDLKGKYVQIPTTCANDPVGFTLKNTVCTVCGMWKGYGCSCDQLREPMLQSADAQSFL</w:t>
      </w:r>
    </w:p>
    <w:p w14:paraId="59670EE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NGFAV"</w:t>
      </w:r>
    </w:p>
    <w:p w14:paraId="61B40FC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"https://www.ncbi.nlm.nih.gov/protein/ULD47572.1?from=1&amp;to=178"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212..745</w:t>
      </w:r>
    </w:p>
    <w:p w14:paraId="53CD5CC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CBC8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88203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"https://www.ncbi.nlm.nih.gov/protein/ULD47572.1?from=179&amp;to=816"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746..2659</w:t>
      </w:r>
    </w:p>
    <w:p w14:paraId="5747B94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C1C4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0F5CC2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"https://www.ncbi.nlm.nih.gov/protein/ULD47572.1?from=817&amp;to=2760"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2660..8491</w:t>
      </w:r>
    </w:p>
    <w:p w14:paraId="70A6A1E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E06A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7294C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"https://www.ncbi.nlm.nih.gov/protein/ULD47572.1?from=2761&amp;to=3260"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8492..9991</w:t>
      </w:r>
    </w:p>
    <w:p w14:paraId="66C27B2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FB270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147F7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"https://www.ncbi.nlm.nih.gov/protein/ULD47572.1?from=3261&amp;to=3566"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9992..10909</w:t>
      </w:r>
    </w:p>
    <w:p w14:paraId="286C0A1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B33B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8B27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"https://www.ncbi.nlm.nih.gov/protein/ULD47572.1?from=3567&amp;to=3853"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10910..11770</w:t>
      </w:r>
    </w:p>
    <w:p w14:paraId="367FF24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E29E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419EE1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"https://www.ncbi.nlm.nih.gov/protein/ULD47572.1?from=3854&amp;to=3936"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11771..12019</w:t>
      </w:r>
    </w:p>
    <w:p w14:paraId="61CFAF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FAAA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7C3DFE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"https://www.ncbi.nlm.nih.gov/protein/ULD47572.1?from=3937&amp;to=4134"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12020..12613</w:t>
      </w:r>
    </w:p>
    <w:p w14:paraId="3071832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127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1E5CD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"https://www.ncbi.nlm.nih.gov/protein/ULD47572.1?from=4135&amp;to=4247"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12614..12952</w:t>
      </w:r>
    </w:p>
    <w:p w14:paraId="15DBB1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81E9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1CB2F7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"https://www.ncbi.nlm.nih.gov/protein/ULD47572.1?from=4248&amp;to=4386"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12953..13369</w:t>
      </w:r>
    </w:p>
    <w:p w14:paraId="1AE9F96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1185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289E7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"https://www.ncbi.nlm.nih.gov/protein/ULD47572.1?from=4387&amp;to=4399"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13370..13408</w:t>
      </w:r>
    </w:p>
    <w:p w14:paraId="6553A43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027F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09A72A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"https://www.ncbi.nlm.nih.gov/nuccore/OM720486.1?from=13404&amp;to=13431"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13404..13431</w:t>
      </w:r>
    </w:p>
    <w:p w14:paraId="502DE3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0C6B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53159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C6F4E6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"https://www.ncbi.nlm.nih.gov/nuccore/OM720486.1?from=13416&amp;to=13470"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13416..13470</w:t>
      </w:r>
    </w:p>
    <w:p w14:paraId="751F2FB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75593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EC6A9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C149D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"https://www.ncbi.nlm.nih.gov/nuccore/OM720486.1?from=21491&amp;to=25303"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21491..25303</w:t>
      </w:r>
    </w:p>
    <w:p w14:paraId="123A9F0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F4059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"https://www.ncbi.nlm.nih.gov/nuccore/OM720486.1?from=21491&amp;to=25303"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21491..25303</w:t>
      </w:r>
    </w:p>
    <w:p w14:paraId="4588729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A050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3C922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9BF5AE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ULD47573.1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0F120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632922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D1D70E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D822BF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5DE2E0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7978C7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BF4A29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30E9A9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24DE9A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720A629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37640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A8BFD5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783CD6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66AA7A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4AD977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98911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03DA0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8D120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9E1710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8B95A1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9C190F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1E2926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C16F78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8237B0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"https://www.ncbi.nlm.nih.gov/nuccore/OM720486.1?from=25312&amp;to=26139"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25312..26139</w:t>
      </w:r>
    </w:p>
    <w:p w14:paraId="44333B6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7A5D9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"https://www.ncbi.nlm.nih.gov/nuccore/OM720486.1?from=25312&amp;to=26139"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25312..26139</w:t>
      </w:r>
    </w:p>
    <w:p w14:paraId="7D656A2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A572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4394F9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B035F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"https://www.ncbi.nlm.nih.gov/protein/2194926545"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ULD47574.1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132F3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F06BC0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0672B3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0F2717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FF7C5D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F6C7F7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"https://www.ncbi.nlm.nih.gov/nuccore/OM720486.1?from=26164&amp;to=26391"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26164..26391</w:t>
      </w:r>
    </w:p>
    <w:p w14:paraId="006326A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CF1C3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"https://www.ncbi.nlm.nih.gov/nuccore/OM720486.1?from=26164&amp;to=26391"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26164..26391</w:t>
      </w:r>
    </w:p>
    <w:p w14:paraId="0279C59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49D29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44C4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5263B0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ULD47575.1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B439C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B18D81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326B38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"https://www.ncbi.nlm.nih.gov/nuccore/OM720486.1?from=26442&amp;to=27110"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26442..27110</w:t>
      </w:r>
    </w:p>
    <w:p w14:paraId="0EC360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5BAE6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"https://www.ncbi.nlm.nih.gov/nuccore/OM720486.1?from=26442&amp;to=27110"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26442..27110</w:t>
      </w:r>
    </w:p>
    <w:p w14:paraId="703E938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AFD5C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A809E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08FE27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"https://www.ncbi.nlm.nih.gov/protein/2194926547"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ULD47576.1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F0C8E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2570FB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FLYIIKLIFLWLLWPVTLTCFVLAAVYRINWITGGIAIALACLVGLMWLSYFIASFRL</w:t>
      </w:r>
    </w:p>
    <w:p w14:paraId="0101DCB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F7DCD3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835DA2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4FEA0B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"https://www.ncbi.nlm.nih.gov/nuccore/OM720486.1?from=27121&amp;to=27306"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27121..27306</w:t>
      </w:r>
    </w:p>
    <w:p w14:paraId="5768A68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C99AA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"https://www.ncbi.nlm.nih.gov/nuccore/OM720486.1?from=27121&amp;to=27306"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27121..27306</w:t>
      </w:r>
    </w:p>
    <w:p w14:paraId="253DE98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335C8F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6BD0D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038E1B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ULD47577.1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38EAA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8DC33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C8796B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"https://www.ncbi.nlm.nih.gov/nuccore/OM720486.1?from=27313&amp;to=27678"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27313..27678</w:t>
      </w:r>
    </w:p>
    <w:p w14:paraId="48AE7E2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2A0E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"https://www.ncbi.nlm.nih.gov/nuccore/OM720486.1?from=27313&amp;to=27678"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27313..27678</w:t>
      </w:r>
    </w:p>
    <w:p w14:paraId="0D840C1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D1181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994F6C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2CB14E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"https://www.ncbi.nlm.nih.gov/protein/2194926549"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ULD47578.1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ED537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2A7872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FF96A6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E735C2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"https://www.ncbi.nlm.nih.gov/nuccore/OM720486.1?from=27675&amp;to=27806"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27675..27806</w:t>
      </w:r>
    </w:p>
    <w:p w14:paraId="1AA2947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A2571D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"https://www.ncbi.nlm.nih.gov/nuccore/OM720486.1?from=27675&amp;to=27806"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27675..27806</w:t>
      </w:r>
    </w:p>
    <w:p w14:paraId="398D273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252D5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4A02D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A5C5C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"https://www.ncbi.nlm.nih.gov/protein/2194926550"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ULD47579.1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5D5AB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C6E7CC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"https://www.ncbi.nlm.nih.gov/nuccore/OM720486.1?from=27813&amp;to=28178"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27813..28178</w:t>
      </w:r>
    </w:p>
    <w:p w14:paraId="45B64ED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FA5DF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"https://www.ncbi.nlm.nih.gov/nuccore/OM720486.1?from=27813&amp;to=28178"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27813..28178</w:t>
      </w:r>
    </w:p>
    <w:p w14:paraId="08F30BB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146C0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81238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E3BF97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"https://www.ncbi.nlm.nih.gov/protein/2194926551"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ULD47580.1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DED9F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95DDE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122778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50AC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"https://www.ncbi.nlm.nih.gov/nuccore/OM720486.1?from=28193&amp;to=29443"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28193..29443</w:t>
      </w:r>
    </w:p>
    <w:p w14:paraId="1BEDA3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9F22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"https://www.ncbi.nlm.nih.gov/nuccore/OM720486.1?from=28193&amp;to=29443"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28193..29443</w:t>
      </w:r>
    </w:p>
    <w:p w14:paraId="21FE84E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3D2C1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D0711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48ECB2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"https://www.ncbi.nlm.nih.gov/protein/2194926552"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ULD47581.1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139A0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C093E7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9AD093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E470AC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675239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6E2897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BC10DA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8365F1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8EAECD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"https://www.ncbi.nlm.nih.gov/nuccore/OM720486.1?from=29468&amp;to=29584"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29468..29584</w:t>
      </w:r>
    </w:p>
    <w:p w14:paraId="778DCF9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62F1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"https://www.ncbi.nlm.nih.gov/nuccore/OM720486.1?from=29468&amp;to=29584"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29468..29584</w:t>
      </w:r>
    </w:p>
    <w:p w14:paraId="6CE467F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11749A8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58672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779717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"https://www.ncbi.nlm.nih.gov/protein/2194926553"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ULD47582.1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03EF6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704FDC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"https://www.ncbi.nlm.nih.gov/nuccore/OM720486.1?from=29519&amp;to=29554"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29519..29554</w:t>
      </w:r>
    </w:p>
    <w:p w14:paraId="15891C6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12819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9025B3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"https://www.ncbi.nlm.nih.gov/nuccore/OM720486.1?from=29539&amp;to=29567"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29539..29567</w:t>
      </w:r>
    </w:p>
    <w:p w14:paraId="3A72334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25427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274BB9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"https://www.ncbi.nlm.nih.gov/nuccore/OM720486.1?from=29638&amp;to=29678" </w:instrTex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0E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29638..29678</w:t>
      </w:r>
    </w:p>
    <w:p w14:paraId="234E0F5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4B0256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4977FE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20486.1"/>
      <w:bookmarkEnd w:id="4"/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3120C6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16724BF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9D840E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83DD9E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7DCFE1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40C47F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630B9F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gttgagctgg tagcagaact</w:t>
      </w:r>
    </w:p>
    <w:p w14:paraId="265C56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cgaaggcatt cagtacggtc gtagtggtga gacacttggt gtccttgtcc ctcatgtggg</w:t>
      </w:r>
    </w:p>
    <w:p w14:paraId="3F6EAD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cgaaatacca gtggcttacc gcaaggttct tcttcgtaag aacggtaata aaggagctgg</w:t>
      </w:r>
    </w:p>
    <w:p w14:paraId="140810D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tggccatagt tacggcgccg atctaaagtc atttgactta ggcgacgagc ttggcactga</w:t>
      </w:r>
    </w:p>
    <w:p w14:paraId="147B05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tccttatgaa gattttcaag aaaactggaa cactaaacat agcagtggtg ttacccgtga</w:t>
      </w:r>
    </w:p>
    <w:p w14:paraId="4E7C161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actcatgcgt gagcttaacg gaggggcata cactcgctat gtcgataaca acttctgtgg</w:t>
      </w:r>
    </w:p>
    <w:p w14:paraId="096732B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ccctgatggc taccctcttg agtgcattaa agaccttcta gcacgtgctg gtaaagcttc</w:t>
      </w:r>
    </w:p>
    <w:p w14:paraId="5711543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atgcactttg tccgaacaac tggactttat tgacactaag aggggtgtat actgctgccg</w:t>
      </w:r>
    </w:p>
    <w:p w14:paraId="4ED8DBF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tgaacatgag catgaaattg cttggtacac ggaacgttct gaaaagagct atgaattgca</w:t>
      </w:r>
    </w:p>
    <w:p w14:paraId="707B2A4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gacacctttt gaaattaaat tggcaaagaa atttgacacc ttcaatgggg aatgtccaaa</w:t>
      </w:r>
    </w:p>
    <w:p w14:paraId="401101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ttttgtattt cccttaaatt ccataatcaa gactattcaa ccaagggttg aaaagaaaaa</w:t>
      </w:r>
    </w:p>
    <w:p w14:paraId="6766845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gcttgatggc tttatgggta gaattcgatc tgtctatcca gttgcgtcac caaatgaatg</w:t>
      </w:r>
    </w:p>
    <w:p w14:paraId="62F006D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caaccaaatg tgcctttcaa ctctcatgaa gtgtgatcat tgtggtgaaa cttcatggca</w:t>
      </w:r>
    </w:p>
    <w:p w14:paraId="2D44903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gacgggcgat tttgttaaag ccacttgcga attttgtggc actgagaatt tgactaaaga</w:t>
      </w:r>
    </w:p>
    <w:p w14:paraId="3A5DB42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aggtgccact acttgtggtt acttacccca aaatgctgtt gttaaaattt attgtccagc</w:t>
      </w:r>
    </w:p>
    <w:p w14:paraId="37D5D12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atgtcacaat tcagaagtag gacctgagca tagtcttgcc gaataccata atgaatctgg</w:t>
      </w:r>
    </w:p>
    <w:p w14:paraId="20C6995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cttgaaaacc attcttcgta agggtggtcg cactattgcc tttggaggct gtgtgttctc</w:t>
      </w:r>
    </w:p>
    <w:p w14:paraId="7DF591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ttatgttggt tgccataaca agtgtgccta ttgggttcca cgtgctagcg ctaacatagg</w:t>
      </w:r>
    </w:p>
    <w:p w14:paraId="50D4D42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ttgtaaccat acaggtgttg ttggagaagg ttccgaaggt cttaatgaca accttcttga</w:t>
      </w:r>
    </w:p>
    <w:p w14:paraId="0FDB9C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aatactccaa aaagagaaag tcaacatcaa tattgttggt gactttaaac ttaatgaaga</w:t>
      </w:r>
    </w:p>
    <w:p w14:paraId="770568E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gatcgccatt attttggcat ctttttctgc ttccacaagt gcttttgtgg aaactgtgaa</w:t>
      </w:r>
    </w:p>
    <w:p w14:paraId="2595A40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aggtttggat tataaagcat tcaaacaaat tgttgaatcc tgtggtaatt ttaaagttac</w:t>
      </w:r>
    </w:p>
    <w:p w14:paraId="78C393F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aaaaggaaaa gctaaaaaag gtgcctggaa tattggtgaa cagaaatcaa tactgagtcc</w:t>
      </w:r>
    </w:p>
    <w:p w14:paraId="02102D4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tctttatgca tttgcatcag aggctgctcg tgttgtacga tcaattttct cccgcactct</w:t>
      </w:r>
    </w:p>
    <w:p w14:paraId="41A56EE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tgaaactgct caaaattctg tgcgtgtttt acagaaggcc gctataacaa tactagatgg</w:t>
      </w:r>
    </w:p>
    <w:p w14:paraId="029D898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aatttcacag tattcactga gactcattga tgctatgatg ttcacatctg atttggctac</w:t>
      </w:r>
    </w:p>
    <w:p w14:paraId="70B14A6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taacaatcta gttgtaatgg cctacattac aggtggtgtt gttcagttga cttcgcagtg</w:t>
      </w:r>
    </w:p>
    <w:p w14:paraId="5C7FDC6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gctaactaac atctttggca ctgtttatga aaaactcaaa cccgtccttg attggcttga</w:t>
      </w:r>
    </w:p>
    <w:p w14:paraId="303873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agagaagttt aaggaaggtg tagagtttct tagagacggt tgggaaattg ttaaatttat</w:t>
      </w:r>
    </w:p>
    <w:p w14:paraId="00BB910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ctcaacctgt gcttgtgaaa ttgtcggtgg acaaattgtc acctgtgcaa aggaaattaa</w:t>
      </w:r>
    </w:p>
    <w:p w14:paraId="36B70B0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ggagagtgtt cagacattct ttaagcttgt aaataaattt ttggctttgt gtgctgactc</w:t>
      </w:r>
    </w:p>
    <w:p w14:paraId="272E53A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tatcattatt ggtggagcta aacttaaagc cttgaattta ggtgaaacat ttgtcacgca</w:t>
      </w:r>
    </w:p>
    <w:p w14:paraId="374BD94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ctcaaaggga ttgtacagaa agtgtgttaa atccagagaa gaaactggcc tactcatgcc</w:t>
      </w:r>
    </w:p>
    <w:p w14:paraId="73DB47B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tctaaaagct ccaaaagaaa ttatcttctt agagggagaa acacttccca cagaagtgtt</w:t>
      </w:r>
    </w:p>
    <w:p w14:paraId="3E5A35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aacagaggaa gttgtcttga aaactggtga tttacaacca ttagaacaac ctactagtga</w:t>
      </w:r>
    </w:p>
    <w:p w14:paraId="25BFA40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agctgttgaa gctccattgg ttggtacacc agtttgtatt aacgggctta tgttgctcga</w:t>
      </w:r>
    </w:p>
    <w:p w14:paraId="4404AB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aatcaaagac acagaaaagt actgtgccct tgcacctaat atgatggtaa caaacaatac</w:t>
      </w:r>
    </w:p>
    <w:p w14:paraId="02271F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cttcacactc aaaggcggtg caccaacaaa ggttactttt ggtgatgaca ctgtgataga</w:t>
      </w:r>
    </w:p>
    <w:p w14:paraId="31E044A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agtgcaaggt tacaagagtg tgaatatcac ttttgaactt gatgaaagga ttgataaagt</w:t>
      </w:r>
    </w:p>
    <w:p w14:paraId="03B6238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acttaatgag aggtgctctg cctatacagt tgaactcggt acagaagtaa atgagttcgc</w:t>
      </w:r>
    </w:p>
    <w:p w14:paraId="7D7D6AE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ctgtgttgtg gcagatgctg tcataaaaac tttgcaacca gtatctgaat tacttacacc</w:t>
      </w:r>
    </w:p>
    <w:p w14:paraId="4F7BD61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actgggcatt gatttagatg agtggagtat ggctacatac tacttatttg atgagtctgg</w:t>
      </w:r>
    </w:p>
    <w:p w14:paraId="5CD23CC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tgagtttaaa ttggcttcac atatgtattg ttctttttac cctccagatg aggatgaaga</w:t>
      </w:r>
    </w:p>
    <w:p w14:paraId="087360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agaaggtgat tgtgaagaag aagagtttga gccatcaact caatatgagt atggtactga</w:t>
      </w:r>
    </w:p>
    <w:p w14:paraId="4D4F10B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agatgattac caaggtaaac ctttggaatt tggtgccact tctgctgctc ttcaacctga</w:t>
      </w:r>
    </w:p>
    <w:p w14:paraId="6D417C4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agaagagcaa gaagaagatt ggttagatga tgatagtcaa caaactgttg gtcaacaaga</w:t>
      </w:r>
    </w:p>
    <w:p w14:paraId="044A497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cggcagtgag gacaatcaga caactactat tcaaacaatt gttgaggttc aacctcaatt</w:t>
      </w:r>
    </w:p>
    <w:p w14:paraId="30F0928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agagatggaa cttacaccag ttgttcagac tattgaagtg aatagtttta gtggttattt</w:t>
      </w:r>
    </w:p>
    <w:p w14:paraId="1831FF0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aaaacttact gacaatgtat acattaaaaa tgcagacatt gtggaagaag ctaaaaaggt</w:t>
      </w:r>
    </w:p>
    <w:p w14:paraId="5111ECB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aaaaccaaca gtggttgtta atgcagccaa tgtttacctt aaacatggag gaggtgttgc</w:t>
      </w:r>
    </w:p>
    <w:p w14:paraId="37B3DAC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aggagcctta aataaggcta ctaacaatgc catgcaagtt gaatctgatg attacatagc</w:t>
      </w:r>
    </w:p>
    <w:p w14:paraId="09DD3FD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tactaatgga ccacttaaag tgggtggtag ttgtgtttta agcggacaca atcttgctaa</w:t>
      </w:r>
    </w:p>
    <w:p w14:paraId="07E6E76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acactgtctt catgttgtcg gcccaaatgt taacaaaggt gaagacattc aacttcttaa</w:t>
      </w:r>
    </w:p>
    <w:p w14:paraId="404770F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gagtgcttat gaaaatttta atcagcacga agttctactt gcaccattat tatcagctgg</w:t>
      </w:r>
    </w:p>
    <w:p w14:paraId="0FC6AAA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tatttttggt gctgacccta tacattcttt aagagtttgt gtagatactg ttcgcacaaa</w:t>
      </w:r>
    </w:p>
    <w:p w14:paraId="538E5FA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tgtctactta gctgtctttg ataaaaatct ctatgacaaa cttgtttcaa gctttttgga</w:t>
      </w:r>
    </w:p>
    <w:p w14:paraId="17F7607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aatgaagagt gaaaagcaag ttgaacaaaa gatcgctgag attcctaaag aggaagttaa</w:t>
      </w:r>
    </w:p>
    <w:p w14:paraId="083D22F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gccatttata actgaaagta aaccttcagt tgaacagaga aaacaagatg ataagaaaat</w:t>
      </w:r>
    </w:p>
    <w:p w14:paraId="2C73B7E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caaagcttgt gttgaagaag ttacaacaac tctggaagaa actaagttcc tcacagaaaa</w:t>
      </w:r>
    </w:p>
    <w:p w14:paraId="6E63B02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cttgttactt tatattgaca ttaatggcaa tcttcatcca gattctgcca ctcttgttag</w:t>
      </w:r>
    </w:p>
    <w:p w14:paraId="016A873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tgacattgac atcactttct taaagaaaga tgctccatat atagtgggtg atgttgttca</w:t>
      </w:r>
    </w:p>
    <w:p w14:paraId="6ED20CF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agagggtgtt ttaactgctg tggttatacc tactaaaaag gctggtggca ctactgaaat</w:t>
      </w:r>
    </w:p>
    <w:p w14:paraId="0B4749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gctagcgaaa gctttgagaa aagtgccaac agacaattat ataaccactt acccgggtca</w:t>
      </w:r>
    </w:p>
    <w:p w14:paraId="48E4313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gggtttaaat ggttacactg tagaggaggc aaagacagtg cttaaaaagt gtaaaagtgc</w:t>
      </w:r>
    </w:p>
    <w:p w14:paraId="75412A9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cttttacatt ctaccatcta ttatctctaa tgagaagcaa gaaattcttg gaactgtttc</w:t>
      </w:r>
    </w:p>
    <w:p w14:paraId="600B458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ttggaatttg cgagaaatgc ttgcacatgc agaagaaaca cgcaaattaa tgcctgtctg</w:t>
      </w:r>
    </w:p>
    <w:p w14:paraId="2B78580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tgtggaaact aaagccatag tttcaactat acagcgtaaa tataagggta ttaaaataca</w:t>
      </w:r>
    </w:p>
    <w:p w14:paraId="42D6505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agagggtgtg gttgattatg gtgctagatt ttacttttac accagtaaaa caactgtagc</w:t>
      </w:r>
    </w:p>
    <w:p w14:paraId="32D5429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gtcacttatc aacacactta acgatctaaa tgaaactctt gttacaatgc cacttggcta</w:t>
      </w:r>
    </w:p>
    <w:p w14:paraId="3A67A58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tgtaacacat ggcttaaatt tggaagaagc tgctcggtat atgagatctc tcaaagtgcc</w:t>
      </w:r>
    </w:p>
    <w:p w14:paraId="3545A7E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agctacagtt tctgtttctt cacctgatgc tgttacagcg tataatggtt atcttacttc</w:t>
      </w:r>
    </w:p>
    <w:p w14:paraId="4C47E2F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ttcttctaaa acacctgaag aacattttat tgaaaccatc tcacttgctg gttcctataa</w:t>
      </w:r>
    </w:p>
    <w:p w14:paraId="7CDA526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agattggtcc tattctggac aatctacaca actaggtata gaatttctta agagaggtga</w:t>
      </w:r>
    </w:p>
    <w:p w14:paraId="5E990A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taaaagtgta tattacacta gtaatcctac cacattccac ctagatggtg aagttatcac</w:t>
      </w:r>
    </w:p>
    <w:p w14:paraId="303E11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ctttgacaat cttaagacac ttctttcttt gagagaagtg aggactatta aggtgtttac</w:t>
      </w:r>
    </w:p>
    <w:p w14:paraId="5837624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aacagtagac aacattaacc tccacacgca agttgtggac atgtcaatga catatggaca</w:t>
      </w:r>
    </w:p>
    <w:p w14:paraId="5FC2CD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acagtttggt ccaacttatt tggatggagc tgatgttact aaaataaaac ctcataattc</w:t>
      </w:r>
    </w:p>
    <w:p w14:paraId="4F4EF9C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acatgaaggt aaaacatttt atgttttacc taatgatgac actctacgtg ttgaggcttt</w:t>
      </w:r>
    </w:p>
    <w:p w14:paraId="23D12FD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tgagtactac cacacaactg atcctagttt tctgggtagg tacatgtcag cattaaatca</w:t>
      </w:r>
    </w:p>
    <w:p w14:paraId="2B244DA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cactaaaaag tggaaatacc cacaagttaa tggtttaact tctattaaat gggcagataa</w:t>
      </w:r>
    </w:p>
    <w:p w14:paraId="2AC4BD2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caactgttat cttgccactg cattgttaac actccaacaa atagagttga agtttaatcc</w:t>
      </w:r>
    </w:p>
    <w:p w14:paraId="5898D90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acctgctcta caagatgctt attacagagc aagggctggt gaagcggcta acttttgtgc</w:t>
      </w:r>
    </w:p>
    <w:p w14:paraId="7AC9EDC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acttatctta gcctactgta ataagacagt aggtgagtta ggtgatgtta gagaaacaat</w:t>
      </w:r>
    </w:p>
    <w:p w14:paraId="2FB3D32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gagttacttg tttcaacatg ccaatttaga ttcttgcaaa agagtcttga acgtggtgtg</w:t>
      </w:r>
    </w:p>
    <w:p w14:paraId="20B802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taaaacttgt ggacaacagc agacaaccct taagggtgta gaagctgtta tgtacatggg</w:t>
      </w:r>
    </w:p>
    <w:p w14:paraId="4E5787D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cacactttct tatgaacaat ttaagaaagg tgttcagata ccttgtacgt gtggtaaaca</w:t>
      </w:r>
    </w:p>
    <w:p w14:paraId="0F040EF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agctacaaaa tatctagtac aacaggagtc accttttgtt atgatgtcag caccacctgc</w:t>
      </w:r>
    </w:p>
    <w:p w14:paraId="29BEDFD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tcagtatgaa cttaagcatg gtacatttac ttgtgctagt gagtacactg gtaattacca</w:t>
      </w:r>
    </w:p>
    <w:p w14:paraId="1A9EFBB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gtgtggtcac tataaacata taacttctaa agaaactttg tattgcatag acggtgcttt</w:t>
      </w:r>
    </w:p>
    <w:p w14:paraId="602BCB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acttacaaag tcctcagaat acaaaggtcc tattacggat gttttctaca aagaaaacag</w:t>
      </w:r>
    </w:p>
    <w:p w14:paraId="0B21A82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ttacacaaca accataaaac cagttactta taaattggat ggtgttgttt gtacagaaat</w:t>
      </w:r>
    </w:p>
    <w:p w14:paraId="253BA4D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tgaccctaag ttggacaatt attataagaa agacaattct tatttcacag agcaaccaat</w:t>
      </w:r>
    </w:p>
    <w:p w14:paraId="7C2FEEC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tgatcttgta ccaaaccaac catatccaaa cgcaagcttc gataatttta agtttgtatg</w:t>
      </w:r>
    </w:p>
    <w:p w14:paraId="55E808E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tgataatatc aaatttgctg atgatttaaa ccagttaact ggttataaga aacctgcttc</w:t>
      </w:r>
    </w:p>
    <w:p w14:paraId="41A98FC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aagagagctt aaagttacat ttttccctga cttaaatggt gatgtggtgg ctattgatta</w:t>
      </w:r>
    </w:p>
    <w:p w14:paraId="20FCCE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taaacactac acaccctctt ttaagaaagg agctaaattg ttacataaac ctattgtttg</w:t>
      </w:r>
    </w:p>
    <w:p w14:paraId="1D7DB5B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gcatgttaac aatgcaacta ataaagccac gtataaacca aatacctggt gtatacgttg</w:t>
      </w:r>
    </w:p>
    <w:p w14:paraId="7AB0F78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tctttggagc acaaaaccag ttgaaacatc aaattcgttt gatgtactga agtcagagga</w:t>
      </w:r>
    </w:p>
    <w:p w14:paraId="721421B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cgcgcaggga atggataatc ttgcctgcga agatctaaaa ccagtctctg aagaagtagt</w:t>
      </w:r>
    </w:p>
    <w:p w14:paraId="095F8F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ggaaaatcct accatacaga aagacgttct tgagtgtaat gtgaaaacta ccgaagttgt</w:t>
      </w:r>
    </w:p>
    <w:p w14:paraId="320D355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aggagacatt atacttaaac cagcaaataa tataaaaatt acagaagagg ttggccacac</w:t>
      </w:r>
    </w:p>
    <w:p w14:paraId="3FC50D8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agatctaatg gctgcttatg tagacaattc tagtcttact attaagaaac ctaatgaatt</w:t>
      </w:r>
    </w:p>
    <w:p w14:paraId="05A588C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atctagagta ttaggtttga aaacccttgc tactcatggt ttagctgctg ttaatagtgt</w:t>
      </w:r>
    </w:p>
    <w:p w14:paraId="3A7C26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cccttgggat actatagcta attatgctaa gccttttctt aacaaagttg ttagtacaac</w:t>
      </w:r>
    </w:p>
    <w:p w14:paraId="47D3A8A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tactaacata gttacacggt gtttaaaccg tgtttgtact aattatatgc cttatttctt</w:t>
      </w:r>
    </w:p>
    <w:p w14:paraId="1DF92AB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tactttattg ctacaattgt gtacttttac tagaagtaca aattctagaa ttaaagcatc</w:t>
      </w:r>
    </w:p>
    <w:p w14:paraId="7AE87C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tatgccgact actatagcaa agaatactgt taagagtgtc ggtaaatttt gtctagaggc</w:t>
      </w:r>
    </w:p>
    <w:p w14:paraId="43FC57E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ttcatttaat tatttgaagt cacctaattt ttctaaactg ataaatatta taatttggtt</w:t>
      </w:r>
    </w:p>
    <w:p w14:paraId="42C4C48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tttactatta agtgtttgcc taggttcttt aatctactca accgctgctt taggtgtttt</w:t>
      </w:r>
    </w:p>
    <w:p w14:paraId="11B4752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aatgtctaat ttaggcatgc cttcttactg tactggttac agagaaggct atttgaactc</w:t>
      </w:r>
    </w:p>
    <w:p w14:paraId="52FFAB5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tactaatgtc actattgcaa cctactgtac tggttctata ccttgtagtg tttgtcttag</w:t>
      </w:r>
    </w:p>
    <w:p w14:paraId="355D15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tggtttagat tctttagaca cctatccttc tttagaaact atacaaatta ccatttcatc</w:t>
      </w:r>
    </w:p>
    <w:p w14:paraId="4F165FD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ttttaaatgg gatttaactg cttttggctt agttgcagag tggtttttgg catatattct</w:t>
      </w:r>
    </w:p>
    <w:p w14:paraId="2867F04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tttcactagg tttttctatg tacttggatt ggctgcaatc atgcaattgt ttttcagcta</w:t>
      </w:r>
    </w:p>
    <w:p w14:paraId="3679DBF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ttttgcagta cattttatta gtaattcttg gcttatgtgg ttaataatta atcttgtaca</w:t>
      </w:r>
    </w:p>
    <w:p w14:paraId="7BF7619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aatggccccg atttcagcta tggttagaat gtacatcttc tttgcatcat tttattatgt</w:t>
      </w:r>
    </w:p>
    <w:p w14:paraId="5C681B7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atggaaaagt tatgtgcatg ttgtagacgg ttgtaattca tcaacttgta tgatgtgtta</w:t>
      </w:r>
    </w:p>
    <w:p w14:paraId="20F3CD2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caaacgtaat agagcaacaa gagtcgaatg tacaactatt gttaatggtg ttagaaggtc</w:t>
      </w:r>
    </w:p>
    <w:p w14:paraId="441207D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cttttatgtc tatgctaatg gaggtaaagg cttttgcaaa ctacacaatt ggaattgtgt</w:t>
      </w:r>
    </w:p>
    <w:p w14:paraId="02C49A0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taattgtgat acattctgtg ctggtagtac atttattagt gatgaagttg cgagagactt</w:t>
      </w:r>
    </w:p>
    <w:p w14:paraId="4B56CCB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gtcactacag tttaaaagac caataaatcc tactgaccag tcttcttaca tcgttgatag</w:t>
      </w:r>
    </w:p>
    <w:p w14:paraId="5BF8B38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tgttacagtg aagaatggtt ccatccatct ttactttgat aaagctggtc aaaagactta</w:t>
      </w:r>
    </w:p>
    <w:p w14:paraId="6F0CC04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tgaaagacat tctctctctc attttgttaa cttagacaac ctgagagcta ataacactaa</w:t>
      </w:r>
    </w:p>
    <w:p w14:paraId="5739230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aggttcattg cctattaatg ttatagtttt tgatggtaaa tcaaaatgtg aagaatcatc</w:t>
      </w:r>
    </w:p>
    <w:p w14:paraId="4601CF6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tgcaaaatca gcgtctgttt actacagtca gcttatgtgt caacctatac tgttactaga</w:t>
      </w:r>
    </w:p>
    <w:p w14:paraId="4E7FB3E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tcaggcatta gtgtctgatg ttggtgatag tgcggaagtt gcagttaaaa tgtttgatgc</w:t>
      </w:r>
    </w:p>
    <w:p w14:paraId="1424C7C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ttacgttaat acgttttcat caacttttaa cgtaccaatg gaaaaactca aaacactagt</w:t>
      </w:r>
    </w:p>
    <w:p w14:paraId="621125F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tgcaactgca gaagctgaac ttgcaaagaa tgtgtcctta gacaatgtct tatctacttt</w:t>
      </w:r>
    </w:p>
    <w:p w14:paraId="46EA343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tatttcagca gctcggcaag ggtttgttga ttcagatgta gaaactaaag atgttgttga</w:t>
      </w:r>
    </w:p>
    <w:p w14:paraId="21E136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atgtcttaaa ttgtcacatc aatctgacat agaagttact ggcgatagtt gtaataacta</w:t>
      </w:r>
    </w:p>
    <w:p w14:paraId="57EA6D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tatgctcacc tataacaaag ttgaaaacat gacaccccgt gaccttggtg cttgtattga</w:t>
      </w:r>
    </w:p>
    <w:p w14:paraId="578A8D1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ctgtagtgcg cgtcatatta atgcgcaggt agcaaaaagt cacaacatta ctttgatatg</w:t>
      </w:r>
    </w:p>
    <w:p w14:paraId="7953100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gaacgttaaa gatttcatgt cattgtctga acaactacga aaacaaatac gtagtgctgc</w:t>
      </w:r>
    </w:p>
    <w:p w14:paraId="0299EB1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taaaaagaat aacttacctt ttaagttgac atgtgcaact actagacaag ttgttaatgt</w:t>
      </w:r>
    </w:p>
    <w:p w14:paraId="65DD1E4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tgtaacaaca aagatagcac ttaagggtgg taaaattgtt aataattggt tgaagcagtt</w:t>
      </w:r>
    </w:p>
    <w:p w14:paraId="6EDFA83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aattaaagtt acacttgtgt tcctttttgt tgctgctatt ttctatttaa taacacctgt</w:t>
      </w:r>
    </w:p>
    <w:p w14:paraId="1544503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tcatgtcatg tctaaacata ctgacttttc aagtgaaatc ataggataca aggctattga</w:t>
      </w:r>
    </w:p>
    <w:p w14:paraId="78C5535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tggtggtgtc actcgtgaca tagcatctac agatacttgt tttgctaaca aacatgctga</w:t>
      </w:r>
    </w:p>
    <w:p w14:paraId="451A63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ttttgacaca tggtttagcc agcgtggtgg tagttatact aatgacaaag cttgcccatt</w:t>
      </w:r>
    </w:p>
    <w:p w14:paraId="2070C8F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gattgctgca gtcataacaa gagaagtggg ttttgtcgtg cctggtttgc ctggcacgat</w:t>
      </w:r>
    </w:p>
    <w:p w14:paraId="21DB536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attacgcaca actaatggtg actttttgca tttcttacct agagttttta gtgcagttgg</w:t>
      </w:r>
    </w:p>
    <w:p w14:paraId="761B407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taacatctgt tacacaccat caaaacttat agagtacact gactttgcaa catcagcttg</w:t>
      </w:r>
    </w:p>
    <w:p w14:paraId="0E8478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tgttttggct gctgaatgta caatttttaa agatgcttct ggtaagccag taccatattg</w:t>
      </w:r>
    </w:p>
    <w:p w14:paraId="0B02847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ttatgatacc aatgtactag aaggttctgt tgcttatgaa agtttacgcc ctgacacacg</w:t>
      </w:r>
    </w:p>
    <w:p w14:paraId="7AA01B8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ttatgtgctc atggatggct ctattattca atttcctaac acctaccttg aaggttctgt</w:t>
      </w:r>
    </w:p>
    <w:p w14:paraId="6B4CC5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tagagtggta acaacttttg attctgagta ctgtaggcac ggcacttgtg aaagatcaga</w:t>
      </w:r>
    </w:p>
    <w:p w14:paraId="7B349BD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agctggtgtt tgtgtatcta ctagtggtag atgggtactt aacaatgatt attacagatc</w:t>
      </w:r>
    </w:p>
    <w:p w14:paraId="2C4C9C1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tttaccagga gttttctgtg gtgtagatgc tgtaaattta cttactaata tgtttacacc</w:t>
      </w:r>
    </w:p>
    <w:p w14:paraId="120D15B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actaattcaa cctattggtg ctttggacat atcagcatct atagtagctg gtggtattgt</w:t>
      </w:r>
    </w:p>
    <w:p w14:paraId="1B06F4E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agctatcgta gtaacatgcc ttgcctacta ttttatgagg tttagaagag cttttggtga</w:t>
      </w:r>
    </w:p>
    <w:p w14:paraId="74ED4F0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atacagtcat gtagttgcct ttaatacttt actattcctt atgtcattca ctgtactctg</w:t>
      </w:r>
    </w:p>
    <w:p w14:paraId="4EFE947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tttaacacca gtttactcat tcttacctgg tgtttattct gttatttact tgtacttgac</w:t>
      </w:r>
    </w:p>
    <w:p w14:paraId="1792850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attttatctt actaatgatg tttctttttt agcacatatt cagtggatgg ttatgttcac</w:t>
      </w:r>
    </w:p>
    <w:p w14:paraId="6B072C2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acctttagta cctttctgga taacaattgc ttatatcatt tgtatttcca caaagcattt</w:t>
      </w:r>
    </w:p>
    <w:p w14:paraId="0D3675C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ctattggttc tttagtaatt acctaaagag acgtgtagtc tttaatggtg tttcctttag</w:t>
      </w:r>
    </w:p>
    <w:p w14:paraId="7D50BBB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tacttttgaa gaagctgcgc tgtgcacctt tttgttaaat aaagaaatgt atctaaagtt</w:t>
      </w:r>
    </w:p>
    <w:p w14:paraId="1D3D46D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gcgtagtgat gtgctattac ctcttacgca atataataga tacttagctc tttataataa</w:t>
      </w:r>
    </w:p>
    <w:p w14:paraId="52D2D81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gtacaagtat tttagtggag caatggatac aactagctac agagaagctg cttgttgtca</w:t>
      </w:r>
    </w:p>
    <w:p w14:paraId="7DB95A4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tctcgcaaag gctctcaatg acttcagtaa ctcaggttct gatgttcttt accaaccacc</w:t>
      </w:r>
    </w:p>
    <w:p w14:paraId="4AC920C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acaaatctct atcacctcag ctgttttgca gagtggtttt agaaaaatgg cattcccatc</w:t>
      </w:r>
    </w:p>
    <w:p w14:paraId="20FC053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tggtaaagtt gagggttgta tggtacaagt aacttgtggt acaactacac ttaacggtct</w:t>
      </w:r>
    </w:p>
    <w:p w14:paraId="7F6086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ttggcttgat gacgtagttt actgtccaag acatgtgatc tgcacctctg aagacatgct</w:t>
      </w:r>
    </w:p>
    <w:p w14:paraId="35181B8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taaccctaat tatgaagatt tactcattcg taagtctaat cataatttct tggtacaggc</w:t>
      </w:r>
    </w:p>
    <w:p w14:paraId="78E41D2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tggtaatgtt caactcaggg ttattggaca ttctatgcaa aattgtgtac ttaagcttaa</w:t>
      </w:r>
    </w:p>
    <w:p w14:paraId="623FFD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ggttgataca gccaatccta agacacctaa gtataagttt gttcgcattc aaccaggaca</w:t>
      </w:r>
    </w:p>
    <w:p w14:paraId="4BF65D6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gactttttca gtgttagctt gttacaatgg ttcaccatct ggtgtttacc aatgtgctat</w:t>
      </w:r>
    </w:p>
    <w:p w14:paraId="456B250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gaggcacaat ttcactatta agggttcatt ccttaatggt tcatgtggta gtgttggttt</w:t>
      </w:r>
    </w:p>
    <w:p w14:paraId="3A78056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taacatagat tatgactgtg tctctttttg ttacatgcac catatggaat taccaactgg</w:t>
      </w:r>
    </w:p>
    <w:p w14:paraId="297469C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agttcatgct ggcacagact tagaaggtaa cttttatgga ccttttgttg acaggcaaac</w:t>
      </w:r>
    </w:p>
    <w:p w14:paraId="7209FE6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agcacaagca gctggtacgg acacaactat tacagttaat gttttagctt ggttgtacgc</w:t>
      </w:r>
    </w:p>
    <w:p w14:paraId="0472C2B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tgctgttata aatggagaca ggtggtttct caatcgattt accacaactc ttaatgactt</w:t>
      </w:r>
    </w:p>
    <w:p w14:paraId="41A3B62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taaccttgtg gctatgaagt acaattatga acctctaaca caagaccatg ttgacatact</w:t>
      </w:r>
    </w:p>
    <w:p w14:paraId="4090A6D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aggacctctt tctgctcaaa ctggaattgc cgttttagat atgtgtgctt cattaaaaga</w:t>
      </w:r>
    </w:p>
    <w:p w14:paraId="085CDBA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attactgcaa aatggtatga atggacgtac catattgggt agtgctttat tagaagatga</w:t>
      </w:r>
    </w:p>
    <w:p w14:paraId="6D623CF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atttacacct tttgatgttg ttagacaatg ctcaggtgtt actttccaaa gtgcagtgaa</w:t>
      </w:r>
    </w:p>
    <w:p w14:paraId="6CCA10F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aagaacaatc aagggtacac accactggtt gttactcaca attttgactt cacttttagt</w:t>
      </w:r>
    </w:p>
    <w:p w14:paraId="1EF9E55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tttagtccag agtactcaat ggtctttgtt cttttttttg tatgaaaatg cctttttacc</w:t>
      </w:r>
    </w:p>
    <w:p w14:paraId="73DF2B9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ttttgctatg ggtattattg ctatgtctgc ttttgcaatg atgtttgtca aacataagca</w:t>
      </w:r>
    </w:p>
    <w:p w14:paraId="53973D0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tgcatttctc tgtttgtttt tgttaccttc tcttgccact gtagcttatt ttaatatggt</w:t>
      </w:r>
    </w:p>
    <w:p w14:paraId="6C0D305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ctatatgcct gctagttggg tgatgcgtat tatgacatgg ttggatatgg ttgatactag</w:t>
      </w:r>
    </w:p>
    <w:p w14:paraId="5104BB5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ttttaagcta aaagactgtg ttatgtatgc atcagctgta gtgttactaa tccttatgac</w:t>
      </w:r>
    </w:p>
    <w:p w14:paraId="3D94FAD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agcaagaact gtgtatgatg atggtgctag gagagtgtgg acacttatga atgtcttgac</w:t>
      </w:r>
    </w:p>
    <w:p w14:paraId="1768B1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actcgtttat aaagtttatt atggtaatgc tttagatcaa gccatttcca tgtgggctct</w:t>
      </w:r>
    </w:p>
    <w:p w14:paraId="266D49D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tataatctct gttacttcta actactcagg tgtagttaca actgtcatgt ttttggccag</w:t>
      </w:r>
    </w:p>
    <w:p w14:paraId="49B6C9F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aggtgttgtt tttatgtgtg ttgagtattg ccctattttc ttcataactg gtaatacact</w:t>
      </w:r>
    </w:p>
    <w:p w14:paraId="046F1B8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tcagtgtata atgctagttt attgtttctt aggctatttt tgtacttgtt actttggcct</w:t>
      </w:r>
    </w:p>
    <w:p w14:paraId="357F6A6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cttttgttta ctcaaccgct actttagact gactcttggt gtttatgatt acttagtttc</w:t>
      </w:r>
    </w:p>
    <w:p w14:paraId="742298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tacacaggag tttagatata tgaattcaca gggactactc ccacccaaga atagcataga</w:t>
      </w:r>
    </w:p>
    <w:p w14:paraId="6E3DD2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tgccttcaaa ctcaacatta aattgttggg tgttggtggc aaaccttgta tcaaagtagc</w:t>
      </w:r>
    </w:p>
    <w:p w14:paraId="54C3665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cactgtacag tctaaaatgt cagatgtaaa gtgcacatca gtagtcttac tctcagtttt</w:t>
      </w:r>
    </w:p>
    <w:p w14:paraId="67398F2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gcaacaactc agagtagaat catcatctaa attgtgggct caatgtgtcc agttacacaa</w:t>
      </w:r>
    </w:p>
    <w:p w14:paraId="26351DC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tgacattctc ttagctaaag atactactga agcctttgaa aaaatggttt cactactttc</w:t>
      </w:r>
    </w:p>
    <w:p w14:paraId="5EC398D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tgttttgctt tccatgcagg gtgctgtaga cataaacaag ctttgtgaag aaatgctgga</w:t>
      </w:r>
    </w:p>
    <w:p w14:paraId="10CAF8C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caacagggca accttacaag ctatagcctc agagtttagt tcccttccat catatgcagc</w:t>
      </w:r>
    </w:p>
    <w:p w14:paraId="55B786A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ttttgctact gctcaagaag cttatgagca ggctgttgct aatggtgatt ctgaagttgt</w:t>
      </w:r>
    </w:p>
    <w:p w14:paraId="7CB54E4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tcttaaaaag ttgaagaagt ctttgaatgt ggctaaatct gaatttgacc gtgatgcagc</w:t>
      </w:r>
    </w:p>
    <w:p w14:paraId="528971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catgcaacgt aagttggaaa agatggctga tcaagctatg acccaaatgt ataaacaggc</w:t>
      </w:r>
    </w:p>
    <w:p w14:paraId="7DDCEEB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tagatctgag gacaagaggg caaaagttac tagtgctatg cagacaatgc ttttcactat</w:t>
      </w:r>
    </w:p>
    <w:p w14:paraId="1FBEF6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gcttagaaag ttggataatg atgcactcaa caacattatc aacaatgcaa gagatggttg</w:t>
      </w:r>
    </w:p>
    <w:p w14:paraId="7BF963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tgttcccttg aacataatac ctcttacaac agcagccaaa ctaatggttg tcataccaga</w:t>
      </w:r>
    </w:p>
    <w:p w14:paraId="296AB0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ctataacaca tataaaaata cgtgtgatgg tacaacattt acttatgcat cagcattgtg</w:t>
      </w:r>
    </w:p>
    <w:p w14:paraId="7D0B26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ggaaatccaa caggttgtag atgcagatag taaaattgtt caacttagtg aaattagtat</w:t>
      </w:r>
    </w:p>
    <w:p w14:paraId="2FC11B9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ggacaattca cctaatttag catggcctct tattgtaaca gctttaaggg ccaattctgc</w:t>
      </w:r>
    </w:p>
    <w:p w14:paraId="1E4D5F8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tgtcaaatta cagaataatg agcttagtcc tgttgcacta cgacagatgt cttgtgctgc</w:t>
      </w:r>
    </w:p>
    <w:p w14:paraId="1956A3C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cggtactaca caaactgctt gcactgatga caatgcgtta gcttactaca acacaacaaa</w:t>
      </w:r>
    </w:p>
    <w:p w14:paraId="2BD696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gggaggtagg tttgtacttg cactgttatc cgatttacag gatttgaaat gggctagatt</w:t>
      </w:r>
    </w:p>
    <w:p w14:paraId="624D6BE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ccctaagagt gatggaactg gtactatcta tacagaactg gaaccacctt gtaggtttgt</w:t>
      </w:r>
    </w:p>
    <w:p w14:paraId="4F32934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tacagacaca cctaaaggtc ctaaagtgaa gtatttatac tttattaaag gattaaacaa</w:t>
      </w:r>
    </w:p>
    <w:p w14:paraId="6247FFE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cctaaataga ggtatggtac ttggtagttt agctgccaca gtacgtctac aagctggtaa</w:t>
      </w:r>
    </w:p>
    <w:p w14:paraId="7F30175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tgcaacagaa gtgcctgcca attcaactgt attatctttc tgtgcttttg ctgtagatgc</w:t>
      </w:r>
    </w:p>
    <w:p w14:paraId="72FCD5D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tgctaaagct tacaaagatt atctagctag tgggggacaa ccaatcacta attgtgttaa</w:t>
      </w:r>
    </w:p>
    <w:p w14:paraId="68A5C7B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gatgttgtgt acacacactg gtactggtca ggcaataaca gtcacaccgg aagccaatat</w:t>
      </w:r>
    </w:p>
    <w:p w14:paraId="3AEBB3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ggatcaagaa tcctttggtg gtgcatcgtg ttgtctgtac tgccgttgcc acatagatca</w:t>
      </w:r>
    </w:p>
    <w:p w14:paraId="7F518D7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tccaaatcct aaaggatttt gtgacttaaa aggtaagtat gtacaaatac ctacaacttg</w:t>
      </w:r>
    </w:p>
    <w:p w14:paraId="76ADCE6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tgctaatgac cctgtgggtt ttacacttaa aaacacagtc tgtaccgtct gcggtatgtg</w:t>
      </w:r>
    </w:p>
    <w:p w14:paraId="04D3FE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gaaaggttat ggctgtagtt gtgatcaact ccgcgaaccc atgcttcagt cagctgatgc</w:t>
      </w:r>
    </w:p>
    <w:p w14:paraId="53E070D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acaatcgttt ttaaacgggt ttgcggtgta agtgcagccc gtcttacacc gtgcggcaca</w:t>
      </w:r>
    </w:p>
    <w:p w14:paraId="64562D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ggcactagta ctgatgtcgt atacagggct tttgacatct acaatgataa agtagctggt</w:t>
      </w:r>
    </w:p>
    <w:p w14:paraId="5909D9C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tttgctaaat tcctaaaaac taattgttgt cgcttccaag aaaaggacga agatgacaat</w:t>
      </w:r>
    </w:p>
    <w:p w14:paraId="69F493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ttaattgatt cttactttgt agttaagaga cacactttct ctaactacca acatgaagaa</w:t>
      </w:r>
    </w:p>
    <w:p w14:paraId="66D0C71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acaatttata atttacttaa ggattgtcca gctgttgcta aacatgactt ctttaagttt</w:t>
      </w:r>
    </w:p>
    <w:p w14:paraId="7272358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agaatagacg gtgacatggt accacatata tcacgtcaac gtcttactaa atacacaatg</w:t>
      </w:r>
    </w:p>
    <w:p w14:paraId="227DB35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gcagacctcg tctatgcttt aaggcatttt gatgaaggta attgtgacac attaaaagaa</w:t>
      </w:r>
    </w:p>
    <w:p w14:paraId="4B5635A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atacttgtca catacaattg ttgtgatgat gattatttca ataaaaagga ctggtatgat</w:t>
      </w:r>
    </w:p>
    <w:p w14:paraId="4555E7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tttgtagaaa acccagatat attacgcgta tacgccaact taggtgaacg tgtacgccaa</w:t>
      </w:r>
    </w:p>
    <w:p w14:paraId="0B95149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gctttgttaa aaacagtaca attctgtgat gccatgcgaa atgctggtat tgttggtgta</w:t>
      </w:r>
    </w:p>
    <w:p w14:paraId="71446B6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ctgacattag ataatcaaga tctcaatggt aactggtatg atttcggtga tttcatacaa</w:t>
      </w:r>
    </w:p>
    <w:p w14:paraId="68D93A3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accacgccag gtagtggagt tcctgttgta gattcttatt attcattgtt aatgcctata</w:t>
      </w:r>
    </w:p>
    <w:p w14:paraId="709C1EA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ttaaccttga ccagggcttt aactgcagag tcacatgttg acactgactt aacaaagcct</w:t>
      </w:r>
    </w:p>
    <w:p w14:paraId="3052085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tacattaagt gggatttgtt aaaatatgac ttcacggaag agaggttaaa actctttgac</w:t>
      </w:r>
    </w:p>
    <w:p w14:paraId="56162F9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cgttatttta aatattggga tcagacatac cacccaaatt gtgttaactg tttggatgac</w:t>
      </w:r>
    </w:p>
    <w:p w14:paraId="2C2CB3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agatgcattc tgcattgtgc aaactttaat gttttattct ctacagtgtt cccacttaca</w:t>
      </w:r>
    </w:p>
    <w:p w14:paraId="49DF16C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agttttggac cactagtgag aaaaatattt gttgatggtg ttccatttgt agtttcaact</w:t>
      </w:r>
    </w:p>
    <w:p w14:paraId="0E7A9F1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ggataccact tcagagagct aggtgttgta cataatcagg atgtaaactt acatagctct</w:t>
      </w:r>
    </w:p>
    <w:p w14:paraId="113565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agacttagtt ttaaggaatt acttgtgtat gctgctgacc ctgctatgca cgctgcttct</w:t>
      </w:r>
    </w:p>
    <w:p w14:paraId="487A682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ggtaatctat tactagataa acgcactacg tgcttttcag tagctgcact tactaacaat</w:t>
      </w:r>
    </w:p>
    <w:p w14:paraId="1AFA451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gttgcttttc aaactgtcaa acccggtaat tttaacaaag acttctatga ctttgctgtg</w:t>
      </w:r>
    </w:p>
    <w:p w14:paraId="0E3A0BB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tctaagggtt tctttaagga aggaagttct gttgaattaa aacacttctt ctttgctcag</w:t>
      </w:r>
    </w:p>
    <w:p w14:paraId="63DFCBA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gatggtaatg ctgctatcag cgattatgac tactatcgtt ataatctacc aacaatgtgt</w:t>
      </w:r>
    </w:p>
    <w:p w14:paraId="1B93FE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gatatcagac aactactatt tgtagttgaa gttgttgata agtactttga ttgttacgat</w:t>
      </w:r>
    </w:p>
    <w:p w14:paraId="1796C5D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ggtggctgta ttaatgctaa ccaagtcatc gtcaacaacc tagacaagtc agctggtttt</w:t>
      </w:r>
    </w:p>
    <w:p w14:paraId="0E2FDCE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ccatttaata aatggggtaa ggctagactt tactatgatt caatgagtta tgaggatcaa</w:t>
      </w:r>
    </w:p>
    <w:p w14:paraId="5D3AA56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gatgcacttt tcgcatatac aaaacgtaat gtcatcccta ctataactca aatgaatctt</w:t>
      </w:r>
    </w:p>
    <w:p w14:paraId="2DE7E9D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aagtatgcca ttagtgcaaa gaatagagct cgcaccgtag ctggtgtctc tatctgtagt</w:t>
      </w:r>
    </w:p>
    <w:p w14:paraId="3503726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actatgacca atagacagtt tcatcaaaaa ttattgaaat caatagccgc cactagagga</w:t>
      </w:r>
    </w:p>
    <w:p w14:paraId="6049300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gctactgtag taattggaac aagcaaattc tatggtggtt ggcacaatat gttaaaaact</w:t>
      </w:r>
    </w:p>
    <w:p w14:paraId="72C3C5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gtttatagtg atgtagaaaa ccctcacctt atgggttggg attatcctaa atgtgataga</w:t>
      </w:r>
    </w:p>
    <w:p w14:paraId="5B75B9A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gccatgccta acatgcttag aattatggcc tcacttgttc ttgctcgcaa acatacaacg</w:t>
      </w:r>
    </w:p>
    <w:p w14:paraId="4E5FEDA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tgttgtagct tgtcacaccg tttctataga ttagctaatg agtgtgctca agtattgagt</w:t>
      </w:r>
    </w:p>
    <w:p w14:paraId="512CB2B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gaaatggtca tgtgtggcgg ttcactatat gttaaaccag gtggaacctc atcaggagat</w:t>
      </w:r>
    </w:p>
    <w:p w14:paraId="3AD05C1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gccacaactg cttatgctaa tagtgttttt aacatttgtc aagctgtcac ggccaatgtt</w:t>
      </w:r>
    </w:p>
    <w:p w14:paraId="666A8B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aatgcacttt tatctactga tggtaacaaa attgccgata agtatgtccg caatttacaa</w:t>
      </w:r>
    </w:p>
    <w:p w14:paraId="206D9B8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cacagacttt atgagtgtct ctatagaaat agagatgttg acacagactt tgtgaatgag</w:t>
      </w:r>
    </w:p>
    <w:p w14:paraId="27F44C2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ttttacgcat atttgcgtaa acatttctca atgatgatac tctctgacga tgctgttgtg</w:t>
      </w:r>
    </w:p>
    <w:p w14:paraId="62196FC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tgtttcaata gcacttatgc atctcaaggt ctagtggcta gcataaagaa ctttaagtca</w:t>
      </w:r>
    </w:p>
    <w:p w14:paraId="04E1B3F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gttctttatt atcaaaacaa tgtttttatg tctgaagcaa aatgttggac tgagactgac</w:t>
      </w:r>
    </w:p>
    <w:p w14:paraId="61C26EB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cttactaaag gacctcatga attttgctct caacatacaa tgctagttaa acagggtgat</w:t>
      </w:r>
    </w:p>
    <w:p w14:paraId="7B1F183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gattatgtgt accttcctta cccagatcca tcaagaatcc taggggccgg ctgttttgta</w:t>
      </w:r>
    </w:p>
    <w:p w14:paraId="72F18BE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gatgatatcg taaaaacaga tggtacactt atgattgaac ggttcgtgtc tttagctata</w:t>
      </w:r>
    </w:p>
    <w:p w14:paraId="3790786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gatgcttacc cacttactaa acatcctaat caggagtatg ctgatgtctt tcatttgtac</w:t>
      </w:r>
    </w:p>
    <w:p w14:paraId="3C68DC4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ttacaataca taagaaagct acatgatgag ttaacaggac acatgttaga catgtattct</w:t>
      </w:r>
    </w:p>
    <w:p w14:paraId="1DD7016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gttatgctta ctaatgataa cacttcaagg tattgggaac ctgagtttta tgaggctatg</w:t>
      </w:r>
    </w:p>
    <w:p w14:paraId="5C5DD16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tacacaccgc atacagtctt acaggctgtt ggggcttgtg ttctttgcaa ttcacagact</w:t>
      </w:r>
    </w:p>
    <w:p w14:paraId="1637B9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tcattaagat gtggtgcttg catacgtaga ccattcttat gttgtaaatg ctgttacgac</w:t>
      </w:r>
    </w:p>
    <w:p w14:paraId="72C711B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catgtcatat caacatcaca taaattagtc ttgtctgtta atccgtatgt ttgcaatgct</w:t>
      </w:r>
    </w:p>
    <w:p w14:paraId="59FF7FA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ccaggttgtg atgtcacaga tgtgactcaa ctttacttag gaggtatgag ctattattgt</w:t>
      </w:r>
    </w:p>
    <w:p w14:paraId="39D22D1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aaatcacata aaccacccat tagttttcca ttgtgtgcta atggacaagt ttttggttta</w:t>
      </w:r>
    </w:p>
    <w:p w14:paraId="4F19E23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tataaaaata catgtgttgg tagcgataat gttactgact ttaatgcaat tgcaacatgt</w:t>
      </w:r>
    </w:p>
    <w:p w14:paraId="2F083DA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gactggacaa atgctggtga ttacatttta gctaacacct gtactgaaag actcaagctt</w:t>
      </w:r>
    </w:p>
    <w:p w14:paraId="6A32428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tttgcagcag aaacgctcaa agctactgag gagacattta aactgtctta tggtattgct</w:t>
      </w:r>
    </w:p>
    <w:p w14:paraId="252F0F7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actgtacgtg aagtgctgtc tgacagagaa ttacatcttt catgggaagt tggtaaacct</w:t>
      </w:r>
    </w:p>
    <w:p w14:paraId="1971C4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agaccaccac ttaaccgaaa ttatgtcttt actggttatc gtgtaactaa aaacagtaaa</w:t>
      </w:r>
    </w:p>
    <w:p w14:paraId="3C95657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gtacaaatag gagagtacac ctttgaaaaa ggtgactatg gtgatgctgt tgtttaccga</w:t>
      </w:r>
    </w:p>
    <w:p w14:paraId="4A6197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ggtacaacaa cttacaaatt aaatgttggt gattattttg tgctgacatc acatacagta</w:t>
      </w:r>
    </w:p>
    <w:p w14:paraId="1D031E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atgccattaa gtgcacctac actagtgcca caagagcact atgttagaat tactggctta</w:t>
      </w:r>
    </w:p>
    <w:p w14:paraId="1BA8CB7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tacccaacac tcaatatctc agatgagttt tctagcaatg ttgcaaatta tcaaaaggtt</w:t>
      </w:r>
    </w:p>
    <w:p w14:paraId="35931D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ggtatgcaaa agtattctac actccaggga ccacctggta ctggtaagag tcattttgct</w:t>
      </w:r>
    </w:p>
    <w:p w14:paraId="67E18B5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attggcctag ctctctacta cccttctgct cgcatagtgt atacagcttg ctctcatgcc</w:t>
      </w:r>
    </w:p>
    <w:p w14:paraId="52AAFEF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gctgttgatg cactatgtga gaaggcatta aaatatttgc ctatagataa atgtagtaga</w:t>
      </w:r>
    </w:p>
    <w:p w14:paraId="05032C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attatacctg cacgtgctcg tgtagagtgt tttgataaat tcaaagtgaa ttcaacatta</w:t>
      </w:r>
    </w:p>
    <w:p w14:paraId="65DBB39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gaacagtatg tcttttgtac tgtaaatgca ttgcctgaga cgacagcaga tatagttgtc</w:t>
      </w:r>
    </w:p>
    <w:p w14:paraId="38852A8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tttgatgaaa tttcaatggc cacaaattat gatttgagtg ttgtcaatgc cagattacgt</w:t>
      </w:r>
    </w:p>
    <w:p w14:paraId="67BE51B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gctaagcact atgtgtacat tggcgaccct gctcaattac ctgcaccacg cacattgcta</w:t>
      </w:r>
    </w:p>
    <w:p w14:paraId="0B52BCC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actaagggca cactagaacc agaatatttc aattcagtgt gtagacttat gaaaactata</w:t>
      </w:r>
    </w:p>
    <w:p w14:paraId="002178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ggtccagaca tgttcctcgg aacttgtcgg cgttgtcctg ctgaaattgt tgacactgtg</w:t>
      </w:r>
    </w:p>
    <w:p w14:paraId="1F0F64E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agtgctttgg tttatgataa taagcttaaa gcacataaag acaaatcagc tcaatgcttt</w:t>
      </w:r>
    </w:p>
    <w:p w14:paraId="2C9DCA9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aaaatgtttt ataagggtgt tatcacgcat gatgtttcat ctgcaattaa caggccacaa</w:t>
      </w:r>
    </w:p>
    <w:p w14:paraId="3C726D6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ataggcgtgg taagagaatt ccttacacgt aaccctgctt ggagaaaagc tgtctttatt</w:t>
      </w:r>
    </w:p>
    <w:p w14:paraId="0CDB109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tcaccttata attcacagaa tgctgtagcc tcaaagattt tgggactacc aactcaaact</w:t>
      </w:r>
    </w:p>
    <w:p w14:paraId="4B18F98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gttgattcat cacagggctc agaatatgac tatgtcatat tcactcaaac cactgaaaca</w:t>
      </w:r>
    </w:p>
    <w:p w14:paraId="1828929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gctcactctt gtaatgtaaa cagatttaat gttgctatta ccagagcaaa agtaggcata</w:t>
      </w:r>
    </w:p>
    <w:p w14:paraId="678D9F8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ctttgcataa tgtctgatag agacctttat gacaagttgc aatttacaag tcttgaaatt</w:t>
      </w:r>
    </w:p>
    <w:p w14:paraId="3F2EAA2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ccacgtagga atgtggcaac tttacaagct gaaaatgtaa caggactctt taaagattgt</w:t>
      </w:r>
    </w:p>
    <w:p w14:paraId="7C419FE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agtaaggtaa tcactgggtt acatcctaca caggcaccta cacacctcag tgttgacact</w:t>
      </w:r>
    </w:p>
    <w:p w14:paraId="7C9F908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aaattcaaaa ctgaaggttt atgtgttgac gtacctggca tacctaagga catgacctat</w:t>
      </w:r>
    </w:p>
    <w:p w14:paraId="10781C0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agaagactca tctctatgat gggttttaaa atgaattatc aagttaatgg ttaccctaac</w:t>
      </w:r>
    </w:p>
    <w:p w14:paraId="6AD901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atgtttatca cccgcgaaga agctataaga catgtacgtg catggattgg cttcgatgtc</w:t>
      </w:r>
    </w:p>
    <w:p w14:paraId="221D6E7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gaggggtgtc atgctactag agaagctgtt ggtaccaatt tacctttaca gctaggtttt</w:t>
      </w:r>
    </w:p>
    <w:p w14:paraId="5E23A8F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tctacaggtg ttaacctagt tgctgtacct acaggttatg ttgatacacc taataataca</w:t>
      </w:r>
    </w:p>
    <w:p w14:paraId="1915EE7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gatttttcca gagttagtgc taaaccaccg cctggagatc aatttaaaca cctcatacca</w:t>
      </w:r>
    </w:p>
    <w:p w14:paraId="796AF45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cttatgtaca aaggacttcc ttggaatgta gtgcgtataa agattgtaca aatgttaagt</w:t>
      </w:r>
    </w:p>
    <w:p w14:paraId="172BCF8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gacacactta aaaatctctc tgacagagtc gtatttgtct tatgggcaca tggctttgag</w:t>
      </w:r>
    </w:p>
    <w:p w14:paraId="06C40F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ttgacatcta tgaagtattt tgtgaaaata ggacctgagc gcacctgttg tctatgtgat</w:t>
      </w:r>
    </w:p>
    <w:p w14:paraId="2A9695C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agacgtgcca catgcttttc cactgcttca gacacttatg cctgttggca tcattctatt</w:t>
      </w:r>
    </w:p>
    <w:p w14:paraId="6DFDCF0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ggatttgatt acgtctataa tccgtttatg attgatgttc aacaatgggg ttttacaggt</w:t>
      </w:r>
    </w:p>
    <w:p w14:paraId="3CFC65E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aacctacaaa gcaaccatga tctgtattgt caagtccatg gtaatgcaca tgtagctagt</w:t>
      </w:r>
    </w:p>
    <w:p w14:paraId="39DD723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tgtgatgcaa tcatgactag gtgtctagct gtccacgagt gctttgttaa gcgtgttgac</w:t>
      </w:r>
    </w:p>
    <w:p w14:paraId="7F74272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tggactattg aatatcctat aattggtgat gaactgaaga ttaatgcggc ttgtagaaag</w:t>
      </w:r>
    </w:p>
    <w:p w14:paraId="2610298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gttcaacaca tggttgttaa agctgcatta ttagcagaca aattcccagt tcttcacgac</w:t>
      </w:r>
    </w:p>
    <w:p w14:paraId="5516698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attggtaacc ctaaagctat taagtgtgta cctcaagctg atgtagaatg gaagttctat</w:t>
      </w:r>
    </w:p>
    <w:p w14:paraId="57DB241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gatgcacagc cttgtagtga caaagcttat aaaatagaag aattattcta ttcttatgcc</w:t>
      </w:r>
    </w:p>
    <w:p w14:paraId="0D03EA6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acacattctg acaaattcac agatggtgta tgcctatttt ggaattgcaa tgtcgataga</w:t>
      </w:r>
    </w:p>
    <w:p w14:paraId="6A447B2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tatcctgcta attccattgt ttgtagattt gacactagag tgctatctaa ccttaacttg</w:t>
      </w:r>
    </w:p>
    <w:p w14:paraId="6034C20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cctggttgtg atggtggcag tttgtatgta aataaacatg cattccacac accagctttt</w:t>
      </w:r>
    </w:p>
    <w:p w14:paraId="6303ADD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gataaaagtg cttttgttaa tttaaaacaa ttaccatttt tctattactc tgacagtcca</w:t>
      </w:r>
    </w:p>
    <w:p w14:paraId="1F30757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tgtgagtctc atggaaaaca agtagtgtca gatatagatt atgtaccact aaagtctgct</w:t>
      </w:r>
    </w:p>
    <w:p w14:paraId="2116E25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acgtgtataa cacgttgcaa tttaggtggt gctgtctgta gacatcatgc taatgagtac</w:t>
      </w:r>
    </w:p>
    <w:p w14:paraId="05F71A5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agattgtatc tcgatgctta taacatgatg atctcagctg gctttagctt gtgggtttac</w:t>
      </w:r>
    </w:p>
    <w:p w14:paraId="73B9A46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aaacaatttg atacttataa cctctggaac acttttacaa gacttcagag tttagaaaat</w:t>
      </w:r>
    </w:p>
    <w:p w14:paraId="33E459A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gtggctttta atgttgtaaa taagggacac tttgatggac aacagggtga agtaccagtt</w:t>
      </w:r>
    </w:p>
    <w:p w14:paraId="5A5161D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tctatcatta ataacactgt ttacacaaaa gttgatggtg ttgatgtaga attgtttgaa</w:t>
      </w:r>
    </w:p>
    <w:p w14:paraId="7F22878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aataaaacaa cattacctgt taatgtagca tttgagcttt gggctaagcg caacattaaa</w:t>
      </w:r>
    </w:p>
    <w:p w14:paraId="6AB763B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ccagtaccag aggtgaaaat actcaataat ttgggtgtgg acattgctgc taatactgtg</w:t>
      </w:r>
    </w:p>
    <w:p w14:paraId="187983E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atctgggact acaaaagaga tgctccagca catatatcta ctattggtgt ttgttctatg</w:t>
      </w:r>
    </w:p>
    <w:p w14:paraId="08C60AA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actgacatag ccaagaaacc aactgaaacg atttgtgcac cactcactgt cttttttgat</w:t>
      </w:r>
    </w:p>
    <w:p w14:paraId="3092E1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ggtagagttg atggtcaagt agacttattt agaaatgccc gtaatggtgt tcttattaca</w:t>
      </w:r>
    </w:p>
    <w:p w14:paraId="0DD89D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gaaggtagtg ttaaaggttt acaaccatct gtaggtccca aacaagctag tcttaatgga</w:t>
      </w:r>
    </w:p>
    <w:p w14:paraId="4A13DA3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gtcacattaa ttggagaagc cgtaaaaaca cagttcaatt attataagaa agttgatggt</w:t>
      </w:r>
    </w:p>
    <w:p w14:paraId="76A823C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gttgtccaac aattacctga aacttacttt actcagagta gaaatttaca agaatttaaa</w:t>
      </w:r>
    </w:p>
    <w:p w14:paraId="2B71B6C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cccaggagtc aaatggaaat tgatttctta gaattagcta tggatgaatt cattgaacgg</w:t>
      </w:r>
    </w:p>
    <w:p w14:paraId="447CD0C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tataaattag aaggctatgc cttcgaacat atcgtttatg gagattttag tcatagtcag</w:t>
      </w:r>
    </w:p>
    <w:p w14:paraId="0361FA6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ttaggtggtt tacatctact gattggacta gctaaacgtt ttaaggaatc accttttgaa</w:t>
      </w:r>
    </w:p>
    <w:p w14:paraId="60D0C77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ttagaagatt ttattcctat ggacagtaca gttaaaaact atttcataac agatgcgcaa</w:t>
      </w:r>
    </w:p>
    <w:p w14:paraId="44801B7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acaggttcat ctaagtgtgt gtgttctgtt attgatttat tacttgatga ttttgttgaa</w:t>
      </w:r>
    </w:p>
    <w:p w14:paraId="01AA367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ataataaaat cccaagattt atctgtagtt tctaaggttg tcaaagtgac tattgactat</w:t>
      </w:r>
    </w:p>
    <w:p w14:paraId="79F745D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acagaaattt catttatgct ttggtgtaaa gatggccatg tagaaacatt ttacccaaaa</w:t>
      </w:r>
    </w:p>
    <w:p w14:paraId="1E3F638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ttacaatcta gtcaagcgtg gcaaccgggt gttgctatgc ctaatcttta caaaatgcaa</w:t>
      </w:r>
    </w:p>
    <w:p w14:paraId="00DA4BB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agaatgctat tagaaaagtg tgaccttcaa aattatggtg atagtgcaac attacctaaa</w:t>
      </w:r>
    </w:p>
    <w:p w14:paraId="5197C0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ggcataatga tgaatgtcgc aaaatatact caactgtgtc aatatttaaa cacattaaca</w:t>
      </w:r>
    </w:p>
    <w:p w14:paraId="45C426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ttagctgtac cctataatat gagagttata cattttggtg ctggttctga taaaggagtt</w:t>
      </w:r>
    </w:p>
    <w:p w14:paraId="10F8FF3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gcaccaggta cagctgtttt aagacagtgg ttgcctacgg gtacgctgct tgtcgattca</w:t>
      </w:r>
    </w:p>
    <w:p w14:paraId="3B6482C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gatcttaatg actttgtctc tgatgcagat tcaactttga ttggtgattg tgcaactgta</w:t>
      </w:r>
    </w:p>
    <w:p w14:paraId="19FAE2C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catacagcta ataaatggga tctcattatt agtgatatgt acgaccctaa gactaaaaat</w:t>
      </w:r>
    </w:p>
    <w:p w14:paraId="48DB43F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gttacaaaag aaaatgactc taaagagggt tttttcactt acatttgtgg gtttatacaa</w:t>
      </w:r>
    </w:p>
    <w:p w14:paraId="1ECA1EE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caaaagctag ctcttggagg ttccgtggct ataaagataa cagaacattc ttggaatgct</w:t>
      </w:r>
    </w:p>
    <w:p w14:paraId="4B0FB5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gatctttata agctcatggg acacttcgca tggtggacag cctttgttac taatgtgaat</w:t>
      </w:r>
    </w:p>
    <w:p w14:paraId="34C5AEB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gcgtcatcat ctgaagcatt tttaattgga tgtaattatc ttggcaaacc acgcgaacaa</w:t>
      </w:r>
    </w:p>
    <w:p w14:paraId="1ECC430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atagatggtt atgtcatgca tgcaaattac atattttgga ggaatacaaa tccaattcag</w:t>
      </w:r>
    </w:p>
    <w:p w14:paraId="1D332A6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ttgtcttcct attctttatt tgacatgagt aaatttcccc ttaaattaag gggtactgct</w:t>
      </w:r>
    </w:p>
    <w:p w14:paraId="4EEE44E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gttatgtctt taaaagaagg tcaaatcaat gatatgattt tatctcttct tagtaaaggt</w:t>
      </w:r>
    </w:p>
    <w:p w14:paraId="25D60E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agacttataa ttagagaaaa caacagagtt gttatttcta gtgatgttct tgttaacaac</w:t>
      </w:r>
    </w:p>
    <w:p w14:paraId="1FE7365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taaacgaaca atgtttgttt ttcttgtttt attgccacta gtctctagtc agtgtgttaa</w:t>
      </w:r>
    </w:p>
    <w:p w14:paraId="041D557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tcttacaacc agaactcaat taccccctgc atacactaat tctttcacac gtggtgttta</w:t>
      </w:r>
    </w:p>
    <w:p w14:paraId="7465961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783BEFF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ggttccatgt tatctctggg accaatggta ctaagaggtt</w:t>
      </w:r>
    </w:p>
    <w:p w14:paraId="2E7170B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tgataaccct gtcctaccat ttaatgatgg tgtttatttt gcttccattg agaagtctaa</w:t>
      </w:r>
    </w:p>
    <w:p w14:paraId="50FE90F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cataataaga ggctggattt ttggtactac tttagattcg aagacccagt ccctacttat</w:t>
      </w:r>
    </w:p>
    <w:p w14:paraId="510C6E8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tgttaataac gctactaatg ttgttattaa agtctgtgaa tttcaatttt gtaatgatcc</w:t>
      </w:r>
    </w:p>
    <w:p w14:paraId="64F93B9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atttttggac cacaaaaaca acaaaagttg gatggaaagt gagttcagag tttattctag</w:t>
      </w:r>
    </w:p>
    <w:p w14:paraId="486FBDB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tgcgaataat tgcacttttg aatatgtctc tcagcctttt cttatggacc ttgaaggaaa</w:t>
      </w:r>
    </w:p>
    <w:p w14:paraId="01CDCF4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acagggtaat ttcaaaaatc ttagggaatt tgtgtttaag aatattgatg gttattttaa</w:t>
      </w:r>
    </w:p>
    <w:p w14:paraId="4F94A5D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aatatattct aagcacacgc ctattatagt gcgtgagcca gaagatctcc ctcagggttt</w:t>
      </w:r>
    </w:p>
    <w:p w14:paraId="14A9F50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ttcggcttta gaaccattgg tagatttgcc aataggtatt aacatcacta ggtttcaaac</w:t>
      </w:r>
    </w:p>
    <w:p w14:paraId="572AF86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tttacttgct ttacatagaa gttatttgac tcctggtgat tcttcttcag gttggacagc</w:t>
      </w:r>
    </w:p>
    <w:p w14:paraId="2689150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tggtgctgca gcttattatg tgggttatct tcaacctagg acttttctat taaaatataa</w:t>
      </w:r>
    </w:p>
    <w:p w14:paraId="73F7DC6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tgaaaatgga accattacag atgctgtaga ctgtgcactt gaccctctct cagaaacaaa</w:t>
      </w:r>
    </w:p>
    <w:p w14:paraId="06CEF36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gtgtacgttg aaatccttca ctgtagaaaa aggaatctat caaacttcta actttagagt</w:t>
      </w:r>
    </w:p>
    <w:p w14:paraId="4C5C485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ccaaccaaca gaatctattg ttagatttcc taatattaca aacttgtgcc cttttgatga</w:t>
      </w:r>
    </w:p>
    <w:p w14:paraId="0B4F81C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agtttttaac gccaccaaat ttgcatctgt ttatgcttgg aacaggaaga gaatcagcaa</w:t>
      </w:r>
    </w:p>
    <w:p w14:paraId="043373A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ctgtgttgct gattattctg tcctatataa tctcgcacca tttttcactt ttaagtgtta</w:t>
      </w:r>
    </w:p>
    <w:p w14:paraId="44E8DA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tggagtgtct cctactaaat taaatgatct ctgctttact aatgtctatg cagattcatt</w:t>
      </w:r>
    </w:p>
    <w:p w14:paraId="3409005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tgtaattaga ggtgatgaag tcagacaaat cgctccaggg caaactggaa atattgctga</w:t>
      </w:r>
    </w:p>
    <w:p w14:paraId="585F13E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ttataattat aaattaccag atgattttac aggctgcgtt atagcttgga attctaacaa</w:t>
      </w:r>
    </w:p>
    <w:p w14:paraId="528C2A6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gcttgattct aaggttagtg gtaattataa ttacctgtat agattgttta ggaagtctaa</w:t>
      </w:r>
    </w:p>
    <w:p w14:paraId="6643EAA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tctcaaacct tttgagagag atatttcaac tgaaatctat caggccggta acaaaccttg</w:t>
      </w:r>
    </w:p>
    <w:p w14:paraId="568D70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taatggtgtt gcaggtttta attgttactt tcctttacaa tcatatagtt tccgacccac</w:t>
      </w:r>
    </w:p>
    <w:p w14:paraId="0B0F2C8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ttatggtgtt ggtcaccaac catacagagt agtagtactt tcttttgaac ttctacatgc</w:t>
      </w:r>
    </w:p>
    <w:p w14:paraId="602B560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accagcaact gtttgtggac ctaaaaagtc tactaatttg gttaaaaaca aatgtgtcaa</w:t>
      </w:r>
    </w:p>
    <w:p w14:paraId="798F824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tttcaacttc aatggtttaa aaggcacagg tgttcttact gagtctaaca aaaagtttct</w:t>
      </w:r>
    </w:p>
    <w:p w14:paraId="11870D0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gcctttccaa caatttggca gagacattgc tgacactact gatgctgtcc gtgatccaca</w:t>
      </w:r>
    </w:p>
    <w:p w14:paraId="050AC66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gacacttgag attcttgaca ttacaccatg ttcttttggt ggtgtcagtg ttataacacc</w:t>
      </w:r>
    </w:p>
    <w:p w14:paraId="0969BAC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aggaacaaat acttctaacc aggttgctgt tctttatcag ggtgttaact gcacagaagt</w:t>
      </w:r>
    </w:p>
    <w:p w14:paraId="3830277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ccctgttgct attcatgcag atcaacttac tcctacttgg cgtgtttatt ctacaggttc</w:t>
      </w:r>
    </w:p>
    <w:p w14:paraId="2A669D4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taatgttttt caaacacgtg caggctgttt aataggggct gaatatgtca acaactcata</w:t>
      </w:r>
    </w:p>
    <w:p w14:paraId="3DAD7F1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tgagtgtgac atacccattg gtgcaggtat atgcgctagt tatcagactc agactaagtc</w:t>
      </w:r>
    </w:p>
    <w:p w14:paraId="43F199A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tcatcggcgg gcacgtagtg tagctagtca atccatcatt gcctacacta tgtcacttgg</w:t>
      </w:r>
    </w:p>
    <w:p w14:paraId="26A1798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tgcagaaaat tcagttgctt actctaataa ctctattgcc atacccacaa attttactat</w:t>
      </w:r>
    </w:p>
    <w:p w14:paraId="1BBF4D2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tagtgttacc acagaaattc taccagtgtc tatgaccaag acatcagtag attgtacaat</w:t>
      </w:r>
    </w:p>
    <w:p w14:paraId="14FF1A8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gtacatttgt ggtgattcaa ctgaatgcag caatcttttg ttgcaatatg gcagtttttg</w:t>
      </w:r>
    </w:p>
    <w:p w14:paraId="19AA36B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tacacaatta aaacgtgctt taactggaat agctgttgaa caagacaaaa acacccaaga</w:t>
      </w:r>
    </w:p>
    <w:p w14:paraId="3202CE3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agtttttgca caagtcaaac aaatttacaa aacaccacca attaaatatt ttggtggttt</w:t>
      </w:r>
    </w:p>
    <w:p w14:paraId="30AF1BB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taatttttca caaatattac cagatccatc aaaaccaagc aagaggtcat ttattgaaga</w:t>
      </w:r>
    </w:p>
    <w:p w14:paraId="48C6B9E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tctacttttc aacaaagtga cacttgcaga tgctggcttc atcaaacaat atggtgattg</w:t>
      </w:r>
    </w:p>
    <w:p w14:paraId="0AD6DA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ccttggtgat attgctgcta gagacctcat ttgtgcacaa aagtttaaag gccttactgt</w:t>
      </w:r>
    </w:p>
    <w:p w14:paraId="6F7F31A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tttgccacct ttgctcacag atgaaatgat tgctcaatac acttctgcac tgttagcggg</w:t>
      </w:r>
    </w:p>
    <w:p w14:paraId="7DA07ED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tacaatcact tctggttgga cctttggtgc aggtgctgca ttacaaatac catttgctat</w:t>
      </w:r>
    </w:p>
    <w:p w14:paraId="112E567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gcaaatggct tataggttta atggtattgg agttacacag aatgttctct atgagaacca</w:t>
      </w:r>
    </w:p>
    <w:p w14:paraId="39B8102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aaaattgatt gccaaccaat ttaatagtgc tattggcaaa attcaagact cactttcttc</w:t>
      </w:r>
    </w:p>
    <w:p w14:paraId="654FE0A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cacagcaagt gcacttggaa aacttcaaga tgtggtcaac cataatgcac aagctttaaa</w:t>
      </w:r>
    </w:p>
    <w:p w14:paraId="446B8E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cacgcttgtt aaacaactta gctccaaatt tggtgcaatt tcaagtgttt taaatgatat</w:t>
      </w:r>
    </w:p>
    <w:p w14:paraId="6D538BD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cttttcacgt cttgacaaag ttgaggctga agtgcaaatt gataggttga tcacaggcag</w:t>
      </w:r>
    </w:p>
    <w:p w14:paraId="3928D11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acttcaaagt ttgcagacat atgtgactca acaattaatt agagctgcag aaatcagagc</w:t>
      </w:r>
    </w:p>
    <w:p w14:paraId="6DE9F6F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ttctgctaat cttgctgcta ctaaaatgtc agagtgtgta cttggacaat caaaaagagt</w:t>
      </w:r>
    </w:p>
    <w:p w14:paraId="43B3F72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tgatttttgt ggaaagggct atcatcttat gtccttccct cagtcagcac ctcatggtgt</w:t>
      </w:r>
    </w:p>
    <w:p w14:paraId="6A1DB7E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agtcttcttg catgtgactt atgtccctgc acaagaaaag aacttcacaa ctgctcctgc</w:t>
      </w:r>
    </w:p>
    <w:p w14:paraId="1126361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catttgtcat gatggaaaag cacactttcc tcgtgaaggt gtcttcgttt caaatggcac</w:t>
      </w:r>
    </w:p>
    <w:p w14:paraId="01F5401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acactggttt gtaacacaaa ggaattttta tgaaccacaa atcattacta cagacaacac</w:t>
      </w:r>
    </w:p>
    <w:p w14:paraId="38A937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atttgtgtct ggtaactgtg atgttgtaat aggaattgtc aacaacacag tttatgatcc</w:t>
      </w:r>
    </w:p>
    <w:p w14:paraId="4EBF645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tttgcaacct gaattagatt cattcaagga ggagttagat aaatatttta agaatcatac</w:t>
      </w:r>
    </w:p>
    <w:p w14:paraId="1F78C94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atcaccagat gttgatttag gtgacatctc tggcattaat gcttcagttg taaacattca</w:t>
      </w:r>
    </w:p>
    <w:p w14:paraId="77CF603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aaaagaaatt gaccgcctca atgaggttgc caagaattta aatgaatctc tcatcgatct</w:t>
      </w:r>
    </w:p>
    <w:p w14:paraId="69AA341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ccaagaactt ggaaagtatg agcagtatat aaaatggcca tggtacattt ggctaggttt</w:t>
      </w:r>
    </w:p>
    <w:p w14:paraId="419DD6D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tatagctggc ttgattgcca tagtaatggt gacaattatg ctttgctgta tgaccagttg</w:t>
      </w:r>
    </w:p>
    <w:p w14:paraId="5F47A03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ctgtagttgt ctcaagggct gttgttcttg tggatcctgc tgcaaatttg atgaagacga</w:t>
      </w:r>
    </w:p>
    <w:p w14:paraId="59DA3AF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ctctgagcca gtgctcaaag gagtcaaatt acattacaca taaacgaact tatggatttg</w:t>
      </w:r>
    </w:p>
    <w:p w14:paraId="2414FF8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tttatgagaa tcttcacaat tggaactgta actttgaagc aaggtgaaat caaggatgct</w:t>
      </w:r>
    </w:p>
    <w:p w14:paraId="549BCA2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actccttcag attttgttcg cgctactgca acgataccga tacaagcctc actccctttc</w:t>
      </w:r>
    </w:p>
    <w:p w14:paraId="77A78B3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ggatggctta ttgttggcgt tgcacttctt gctgtttttc agagcgcttc caaaatcata</w:t>
      </w:r>
    </w:p>
    <w:p w14:paraId="7194B4A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actctcaaaa agagatggca actagcactc tccaagggtg ttcactttgt ttgcaacttg</w:t>
      </w:r>
    </w:p>
    <w:p w14:paraId="70E2D49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ctgttgttgt ttgtaacagt ttactcacac cttttgctcg ttgctgctgg ccttgaagcc</w:t>
      </w:r>
    </w:p>
    <w:p w14:paraId="4901823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ccttttctct atctttatgc tttagtctac ttcttgcaga gtataaactt tgtaagaata</w:t>
      </w:r>
    </w:p>
    <w:p w14:paraId="59EC383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ataatgaggc tttggctttg ctggaaatgc cgttccaaaa acccattact ttatgatgcc</w:t>
      </w:r>
    </w:p>
    <w:p w14:paraId="56365CF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aactattttc tttgctggca tactaattgt tacgactatt gtatacctta caatagtgta</w:t>
      </w:r>
    </w:p>
    <w:p w14:paraId="7E9963A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acttcttcaa ttgtcattac ttcaggtgat ggcacaacaa gtcctatttc tgaacatgac</w:t>
      </w:r>
    </w:p>
    <w:p w14:paraId="5D908A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taccagattg gtggttatac tgaaaaatgg gaatctggag taaaagactg tgttgtatta</w:t>
      </w:r>
    </w:p>
    <w:p w14:paraId="0D260C9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cacagttact tcacttcaga ctattaccag ctgtactcaa ctcaattgag tacagacact</w:t>
      </w:r>
    </w:p>
    <w:p w14:paraId="07BE81C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ggtgttgaac atgttacctt cttcatctac aataaaattg ttgatgagcc tgaagaacat</w:t>
      </w:r>
    </w:p>
    <w:p w14:paraId="3284B51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gtccaaattc acacaatcga cggttcatcc ggagttgtta atccagtaat ggaaccaatt</w:t>
      </w:r>
    </w:p>
    <w:p w14:paraId="2823DD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tatgatgaac cgacgacgac tactagcgtg cctttgtaag cacaagctga tgagtacgaa</w:t>
      </w:r>
    </w:p>
    <w:p w14:paraId="02E2BBF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cttatgtact cattcgtttc ggaagagata ggtacgttaa tagttaatag cgtacttctt</w:t>
      </w:r>
    </w:p>
    <w:p w14:paraId="4F52DB6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tttcttgctt tcgtggtatt cttgctagtt acactagcca tccttactgc gcttcgattg</w:t>
      </w:r>
    </w:p>
    <w:p w14:paraId="38B91B3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tgtgcgtact gctgcaatat tgttaacgtg agtcttgtaa aaccttcttt ttacgtttac</w:t>
      </w:r>
    </w:p>
    <w:p w14:paraId="3055574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tctcgtgtta aaaatctgaa ttcttctaga gttcctgatc ttctggtcta aacgaactaa</w:t>
      </w:r>
    </w:p>
    <w:p w14:paraId="55014FC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atattatatt agtttttctg tttggaactt taattttagc catggcaggt tccaacggta</w:t>
      </w:r>
    </w:p>
    <w:p w14:paraId="2E5D4B3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ctattaccgt tgaagagctt aaaaagctcc ttgaagaatg gaacctagta ataggtttcc</w:t>
      </w:r>
    </w:p>
    <w:p w14:paraId="4C1C893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tattccttac atggatttgt cttctacaat ttgcctatgc caacaggaat aggtttttgt</w:t>
      </w:r>
    </w:p>
    <w:p w14:paraId="7DC8572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atataattaa gttaattttc ctctggctgt tatggccagt aactttaact tgttttgtgc</w:t>
      </w:r>
    </w:p>
    <w:p w14:paraId="09C41CA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ttgctgctgt ttacagaata aattggatca ccggtggaat tgctatcgca ttggcttgtc</w:t>
      </w:r>
    </w:p>
    <w:p w14:paraId="438D0AF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ttgtaggctt gatgtggctc agctacttca ttgcttcttt cagactgttt gcgcgtacgc</w:t>
      </w:r>
    </w:p>
    <w:p w14:paraId="14EA71B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gttccatgtg gtcattcaat ccagaaacta acattcttct caacgtgcca ctccatggca</w:t>
      </w:r>
    </w:p>
    <w:p w14:paraId="01190DA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ctattctgac cagaccgctt ctagaaagtg aactcgtaat cggagctgtg atccttcgtg</w:t>
      </w:r>
    </w:p>
    <w:p w14:paraId="392CFAB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gacatcttcg tattgctgga caccatctag gacgctgtga catcaaggac ctgcctaaag</w:t>
      </w:r>
    </w:p>
    <w:p w14:paraId="0D9BD3F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aaatcactgt tgctacatca cgaacgcttt cttattacaa attgggagct tcgcagcgtg</w:t>
      </w:r>
    </w:p>
    <w:p w14:paraId="2E1E9B1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tagcaggtga ctcaggtttt gctgcataca gtcgctacag gattggcaac tataaattaa</w:t>
      </w:r>
    </w:p>
    <w:p w14:paraId="6730B9B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acacagacca ttccagtagc agtgacaata ttgctttgct tgtacagtaa gtgacaacag</w:t>
      </w:r>
    </w:p>
    <w:p w14:paraId="53508A3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atgtttcatc tcgttgactt tcaggttact atagcagaga tattactaat tattatgcgg</w:t>
      </w:r>
    </w:p>
    <w:p w14:paraId="53D2AAA1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acttttaaag tttccatttg gaatcttgat tacatcataa acctcataat taaaaattta</w:t>
      </w:r>
    </w:p>
    <w:p w14:paraId="53E8D61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tctaagtcac taactgagaa taaatattct caattagatg aagagcaacc aatggagatt</w:t>
      </w:r>
    </w:p>
    <w:p w14:paraId="266A87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gattaaacga acatgaaaat tattcttttc ttggcactga taacactcgc tacttgtgag</w:t>
      </w:r>
    </w:p>
    <w:p w14:paraId="5FE4B93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ctttatcact accaagagtg tgttagaggt acaacagtac ttttaaaaga accttgctct</w:t>
      </w:r>
    </w:p>
    <w:p w14:paraId="64A24EF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tctggaacat acgagggcaa ttcaccattt catcctctag ctgataacaa atttgcactg</w:t>
      </w:r>
    </w:p>
    <w:p w14:paraId="41BD423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acttgcttta gcactcaatt tgcttttgct tgtcctgacg gcgtaaaaca cgtctatcag</w:t>
      </w:r>
    </w:p>
    <w:p w14:paraId="14A1E69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ttacgtgcca gatcagtttc acctaaactg ttcatcagac aagaggaagt tcaagaactt</w:t>
      </w:r>
    </w:p>
    <w:p w14:paraId="2217E196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tactctccaa tttttcttat tgttgcggca atagtgttta taacactttg cttcacactc</w:t>
      </w:r>
    </w:p>
    <w:p w14:paraId="0935E9D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aaaagaaaga cagaatgatt gaactttcat taattgactt ctatttgtgc tttttagcct</w:t>
      </w:r>
    </w:p>
    <w:p w14:paraId="7458DFB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ttctgttatt ccttgtttta attatgctta ttatcttttg gttctcactt gaactgcaag</w:t>
      </w:r>
    </w:p>
    <w:p w14:paraId="108AED3C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atcataatga aacttgtcac gcctaaacga acatgaaatt tcttgttttc ttaggaatca</w:t>
      </w:r>
    </w:p>
    <w:p w14:paraId="3CBBDF8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tcacaactgt agctgcattt caccaagaat gtagtttaca gtcatgtact caacatcaac</w:t>
      </w:r>
    </w:p>
    <w:p w14:paraId="0E7C0C6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catatgtagt tgatgacccg tgtcctattc acttctattc taaatggtat attagagtag</w:t>
      </w:r>
    </w:p>
    <w:p w14:paraId="47F384C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gagctagaaa atcagcacct ttaattgaat tgtgcgtgga tgaggctggt tctaaatcac</w:t>
      </w:r>
    </w:p>
    <w:p w14:paraId="6439D88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ccattcagta catcgatatc ggtaattata cagtttcctg tttacctttt acaattaatt</w:t>
      </w:r>
    </w:p>
    <w:p w14:paraId="1A3588A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gccaggaacc taaattgggt agtcttgtag tgcgttgttc gttctatgaa gactttttag</w:t>
      </w:r>
    </w:p>
    <w:p w14:paraId="12C7D93E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agtatcatga cgttcgtgtt gttttagatt tcatctaaac gaacaaactt aaatgtctga</w:t>
      </w:r>
    </w:p>
    <w:p w14:paraId="17E5D4F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taatggaccc caaaatcagc gaaatgcact ccgcattacg tttggtggac cctcagattc</w:t>
      </w:r>
    </w:p>
    <w:p w14:paraId="6727354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aactggcagt aaccagaatg gtggggcgcg atcaaaacaa cgtcggcccc aaggtttacc</w:t>
      </w:r>
    </w:p>
    <w:p w14:paraId="6634F90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caataatact gcgtcttggt tcaccgctct cactcaacat ggcaaggaag accttaaatt</w:t>
      </w:r>
    </w:p>
    <w:p w14:paraId="19427FE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ccctcgagga caaggcgttc caattaacac caatagcagt ccagatgacc aaattggcta</w:t>
      </w:r>
    </w:p>
    <w:p w14:paraId="2730714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ctaccgaaga gctaccagac gaattcgtgg tggtgacggt aaaatgaaag atctcagtcc</w:t>
      </w:r>
    </w:p>
    <w:p w14:paraId="0877179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aagatggtat ttctactacc taggaactgg gccagaagct ggacttccct atggtgctaa</w:t>
      </w:r>
    </w:p>
    <w:p w14:paraId="5BD0274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caaagacggc atcatatggg ttgcaactga gggagccttg aatacaccaa aagatcacat</w:t>
      </w:r>
    </w:p>
    <w:p w14:paraId="5B7F0C68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tggcacccgc aatcctgcta acaatgctgc aatcgtgcta caacttcctc aaggaacaac</w:t>
      </w:r>
    </w:p>
    <w:p w14:paraId="340BCE2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attgccaaaa ggcttctacg cagaagggag cagaggcggc agtcaagcct cttctcgttc</w:t>
      </w:r>
    </w:p>
    <w:p w14:paraId="43F1200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ctcatcacgt agtcgcaaca gttcaagaaa ttcaactcca ggcagcagta aacgaacttc</w:t>
      </w:r>
    </w:p>
    <w:p w14:paraId="1466E000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tcctgctaga atggctggca atggcggtga tgctgctctt gctttgctgc tgcttgacag</w:t>
      </w:r>
    </w:p>
    <w:p w14:paraId="49AC1499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attgaaccag cttgagagca aaatgtctgg taaaggccaa caacaacaag gccaaactgt</w:t>
      </w:r>
    </w:p>
    <w:p w14:paraId="699F1F0D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cactaagaaa tctgctgctg aggcttctaa gaagcctcgg caaaaacgta ctgccactaa</w:t>
      </w:r>
    </w:p>
    <w:p w14:paraId="18771E0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agcatacaat gtaacacaag ctttcggcag acgtggtcca gaacaaaccc aaggaaattt</w:t>
      </w:r>
    </w:p>
    <w:p w14:paraId="2CC7A00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tggggaccag gaactaatca gacaaggaac tgattacaaa cattggccgc aaattgcaca</w:t>
      </w:r>
    </w:p>
    <w:p w14:paraId="0152E9D7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atttgccccc agcgcttcag cgttcttcgg aatgtcgcgc attggcatgg aagtcacacc</w:t>
      </w:r>
    </w:p>
    <w:p w14:paraId="64E1808B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ttcgggaacg tggttgacct acacaggtgc catcaaattg gatgacaaag atccaaattt</w:t>
      </w:r>
    </w:p>
    <w:p w14:paraId="3A0D517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caaagatcaa gtcattttgc tgaataagca tattgacgca tacaaaacat tcccaccaac</w:t>
      </w:r>
    </w:p>
    <w:p w14:paraId="2BFB99BA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agagcctaaa aaggacaaaa agaagaaggc tgatgaaact caagccttac cgcagagaca</w:t>
      </w:r>
    </w:p>
    <w:p w14:paraId="6E45375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gaagaaacag caaactgtga ctcttcttcc tgctgcagat ttggatgatt tctccaaaca</w:t>
      </w:r>
    </w:p>
    <w:p w14:paraId="70688BA5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attgcaacaa tccatgagca gtgctgactc aactcaggcc taaactcatg cagaccacac</w:t>
      </w:r>
    </w:p>
    <w:p w14:paraId="75C23C2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aaggcagatg ggctatataa acgttttcgc ttttccgttt acgatatata gtctactctt</w:t>
      </w:r>
    </w:p>
    <w:p w14:paraId="378A0D04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gtgcagaatg aattctcgta actacatagc acaagtagat gtagttaact ttaatctcac</w:t>
      </w:r>
    </w:p>
    <w:p w14:paraId="4622277F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atagcaatct ttaatcagtg tgtaacatta gggaggactt gaaagagcca ccacattttc</w:t>
      </w:r>
    </w:p>
    <w:p w14:paraId="27521332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accgaggcca cgcggagtac gatcgagtgt acagtgaa</w:t>
      </w:r>
    </w:p>
    <w:p w14:paraId="12B739C3" w14:textId="77777777" w:rsidR="00840E8A" w:rsidRPr="00840E8A" w:rsidRDefault="00840E8A" w:rsidP="00840E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0E8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7960CB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E8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40E8A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8070FD"/>
  <w15:chartTrackingRefBased/>
  <w15:docId w15:val="{4A58B245-2EAB-6F44-B8E3-3D46DC8E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9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1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10743</Words>
  <Characters>61237</Characters>
  <Application>Microsoft Office Word</Application>
  <DocSecurity>0</DocSecurity>
  <Lines>510</Lines>
  <Paragraphs>143</Paragraphs>
  <ScaleCrop>false</ScaleCrop>
  <Company/>
  <LinksUpToDate>false</LinksUpToDate>
  <CharactersWithSpaces>71837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2023-02-06T05:30:00Z</dcterms:created>
  <dcterms:modified xsi:type="dcterms:W3CDTF">2023-02-06T05:31:00Z</dcterms:modified>
</cp:coreProperties>
</file>